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DB" w:rsidRPr="003A2FE6" w:rsidRDefault="00FF6ECC" w:rsidP="007856DB">
      <w:pPr>
        <w:outlineLvl w:val="0"/>
        <w:rPr>
          <w:sz w:val="16"/>
          <w:szCs w:val="16"/>
          <w:lang w:val="fr-FR"/>
        </w:rPr>
      </w:pPr>
      <w:r w:rsidRPr="003A2FE6">
        <w:rPr>
          <w:b/>
          <w:lang w:val="fr-FR"/>
        </w:rPr>
        <w:t>NAIMA SI-LARBI</w:t>
      </w:r>
      <w:r w:rsidR="00B62EE0" w:rsidRPr="00B62EE0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856DB" w:rsidRPr="003A2FE6" w:rsidRDefault="007856DB" w:rsidP="007856DB">
      <w:pPr>
        <w:outlineLvl w:val="0"/>
        <w:rPr>
          <w:sz w:val="16"/>
          <w:szCs w:val="16"/>
          <w:lang w:val="fr-FR"/>
        </w:rPr>
      </w:pPr>
      <w:r w:rsidRPr="003A2FE6">
        <w:rPr>
          <w:sz w:val="16"/>
          <w:szCs w:val="16"/>
          <w:lang w:val="fr-FR"/>
        </w:rPr>
        <w:t>Tel: +213 (0)</w:t>
      </w:r>
      <w:r w:rsidR="00ED5875" w:rsidRPr="003A2FE6">
        <w:rPr>
          <w:sz w:val="16"/>
          <w:szCs w:val="16"/>
          <w:lang w:val="fr-FR"/>
        </w:rPr>
        <w:t xml:space="preserve">559 </w:t>
      </w:r>
      <w:r w:rsidR="00E00ABB">
        <w:rPr>
          <w:sz w:val="16"/>
          <w:szCs w:val="16"/>
          <w:lang w:val="fr-FR"/>
        </w:rPr>
        <w:t>94 85 33</w:t>
      </w:r>
    </w:p>
    <w:p w:rsidR="007856DB" w:rsidRPr="006C25AC" w:rsidRDefault="00D85709" w:rsidP="007856DB">
      <w:pPr>
        <w:outlineLvl w:val="0"/>
        <w:rPr>
          <w:rStyle w:val="Lienhypertexte"/>
          <w:sz w:val="16"/>
          <w:szCs w:val="16"/>
          <w:lang w:val="fr-FR"/>
        </w:rPr>
      </w:pPr>
      <w:hyperlink r:id="rId8" w:history="1">
        <w:r w:rsidR="007856DB" w:rsidRPr="006C25AC">
          <w:rPr>
            <w:rStyle w:val="Lienhypertexte"/>
            <w:sz w:val="16"/>
            <w:szCs w:val="16"/>
            <w:lang w:val="fr-FR"/>
          </w:rPr>
          <w:t>naima.silarbi@Hotmail.com</w:t>
        </w:r>
      </w:hyperlink>
    </w:p>
    <w:p w:rsidR="00890F15" w:rsidRPr="003B7F72" w:rsidRDefault="00D85709" w:rsidP="007856DB">
      <w:pPr>
        <w:outlineLvl w:val="0"/>
        <w:rPr>
          <w:rStyle w:val="Lienhypertexte"/>
          <w:color w:val="0070C0"/>
          <w:sz w:val="16"/>
          <w:szCs w:val="16"/>
          <w:lang w:val="en-US"/>
        </w:rPr>
      </w:pPr>
      <w:hyperlink r:id="rId9" w:history="1">
        <w:r w:rsidR="00890F15" w:rsidRPr="003B7F72">
          <w:rPr>
            <w:rStyle w:val="Lienhypertexte"/>
            <w:sz w:val="16"/>
            <w:szCs w:val="16"/>
            <w:lang w:val="en-US"/>
          </w:rPr>
          <w:t>naima.silarbi@gmail.com</w:t>
        </w:r>
      </w:hyperlink>
    </w:p>
    <w:p w:rsidR="006C25AC" w:rsidRPr="003B7F72" w:rsidRDefault="006C25AC" w:rsidP="007856DB">
      <w:pPr>
        <w:outlineLvl w:val="0"/>
        <w:rPr>
          <w:rStyle w:val="Lienhypertexte"/>
          <w:color w:val="0070C0"/>
          <w:sz w:val="16"/>
          <w:szCs w:val="16"/>
          <w:lang w:val="en-US"/>
        </w:rPr>
      </w:pPr>
    </w:p>
    <w:p w:rsidR="006C25AC" w:rsidRPr="003B7F72" w:rsidRDefault="006C25AC" w:rsidP="007856DB">
      <w:pPr>
        <w:outlineLvl w:val="0"/>
        <w:rPr>
          <w:rStyle w:val="Lienhypertexte"/>
          <w:color w:val="0070C0"/>
          <w:sz w:val="16"/>
          <w:szCs w:val="16"/>
          <w:lang w:val="en-US"/>
        </w:rPr>
      </w:pPr>
      <w:r>
        <w:rPr>
          <w:noProof/>
          <w:color w:val="0070C0"/>
          <w:sz w:val="16"/>
          <w:szCs w:val="16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4377B" wp14:editId="2BA12062">
                <wp:simplePos x="0" y="0"/>
                <wp:positionH relativeFrom="column">
                  <wp:posOffset>-11772</wp:posOffset>
                </wp:positionH>
                <wp:positionV relativeFrom="paragraph">
                  <wp:posOffset>19197</wp:posOffset>
                </wp:positionV>
                <wp:extent cx="5890260" cy="368886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36888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AC" w:rsidRPr="006C25AC" w:rsidRDefault="006C25AC" w:rsidP="006C25AC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C25AC">
                              <w:rPr>
                                <w:b/>
                                <w:color w:val="000000" w:themeColor="text1"/>
                              </w:rPr>
                              <w:t>Financial Analysis, Cost Control, Project Management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4377B" id="Rectangle 1" o:spid="_x0000_s1026" style="position:absolute;margin-left:-.95pt;margin-top:1.5pt;width:463.8pt;height:2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" fillcolor="#f2f2f2 [3052]" stroked="f" strokeweight="2pt">
                <v:textbox>
                  <w:txbxContent>
                    <w:p w:rsidR="006C25AC" w:rsidRPr="006C25AC" w:rsidRDefault="006C25AC" w:rsidP="006C25AC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6C25AC">
                        <w:rPr>
                          <w:b/>
                          <w:color w:val="000000" w:themeColor="text1"/>
                        </w:rPr>
                        <w:t>Financial Analysis, Cost Control, Project Management Support</w:t>
                      </w:r>
                    </w:p>
                  </w:txbxContent>
                </v:textbox>
              </v:rect>
            </w:pict>
          </mc:Fallback>
        </mc:AlternateContent>
      </w:r>
    </w:p>
    <w:p w:rsidR="00890F15" w:rsidRPr="003B7F72" w:rsidRDefault="00890F15" w:rsidP="007856DB">
      <w:pPr>
        <w:outlineLvl w:val="0"/>
        <w:rPr>
          <w:rStyle w:val="Lienhypertexte"/>
          <w:color w:val="0070C0"/>
          <w:sz w:val="16"/>
          <w:szCs w:val="16"/>
          <w:lang w:val="en-US"/>
        </w:rPr>
      </w:pPr>
    </w:p>
    <w:p w:rsidR="00595235" w:rsidRPr="003B7F72" w:rsidRDefault="00595235" w:rsidP="00595235">
      <w:pPr>
        <w:jc w:val="center"/>
        <w:outlineLvl w:val="0"/>
        <w:rPr>
          <w:b/>
          <w:sz w:val="24"/>
          <w:lang w:val="en-US"/>
        </w:rPr>
      </w:pPr>
    </w:p>
    <w:p w:rsidR="006C25AC" w:rsidRPr="003B7F72" w:rsidRDefault="00587F29" w:rsidP="00890F15">
      <w:pPr>
        <w:ind w:firstLine="708"/>
        <w:outlineLvl w:val="0"/>
        <w:rPr>
          <w:b/>
          <w:sz w:val="24"/>
          <w:lang w:val="en-US"/>
        </w:rPr>
      </w:pPr>
      <w:r w:rsidRPr="003B7F72">
        <w:rPr>
          <w:b/>
          <w:sz w:val="24"/>
          <w:lang w:val="en-US"/>
        </w:rPr>
        <w:t xml:space="preserve"> </w:t>
      </w:r>
    </w:p>
    <w:p w:rsidR="00595235" w:rsidRDefault="00890F15" w:rsidP="006C25AC">
      <w:pPr>
        <w:outlineLvl w:val="0"/>
        <w:rPr>
          <w:lang w:val="en-US"/>
        </w:rPr>
      </w:pPr>
      <w:r w:rsidRPr="00DF0DDA">
        <w:rPr>
          <w:lang w:val="en-US"/>
        </w:rPr>
        <w:t xml:space="preserve">Demonstrated experience working in the oil and gas projects. Skilled in financial analysis, planning, monitoring, and cost control. Committed to stakeholder’s needs, able to work with a minimum of supervision, with analytical and communication skills. Holding a Master 2 Degree in project management &amp; CSR certification from EM Strasbourg Business School, I am looking for an opportunity with </w:t>
      </w:r>
      <w:r w:rsidR="00D23A99">
        <w:rPr>
          <w:lang w:val="en-US"/>
        </w:rPr>
        <w:t xml:space="preserve">a strong </w:t>
      </w:r>
      <w:bookmarkStart w:id="0" w:name="_GoBack"/>
      <w:bookmarkEnd w:id="0"/>
      <w:r w:rsidRPr="00DF0DDA">
        <w:rPr>
          <w:lang w:val="en-US"/>
        </w:rPr>
        <w:t>organization, in a challenging work environment</w:t>
      </w:r>
    </w:p>
    <w:p w:rsidR="00890F15" w:rsidRDefault="006C25AC" w:rsidP="00890F15">
      <w:pPr>
        <w:ind w:firstLine="708"/>
        <w:outlineLvl w:val="0"/>
        <w:rPr>
          <w:lang w:val="en-US"/>
        </w:rPr>
      </w:pPr>
      <w:r>
        <w:rPr>
          <w:noProof/>
          <w:color w:val="0070C0"/>
          <w:sz w:val="16"/>
          <w:szCs w:val="16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8F37F" wp14:editId="7F123111">
                <wp:simplePos x="0" y="0"/>
                <wp:positionH relativeFrom="margin">
                  <wp:align>left</wp:align>
                </wp:positionH>
                <wp:positionV relativeFrom="paragraph">
                  <wp:posOffset>57492</wp:posOffset>
                </wp:positionV>
                <wp:extent cx="5890260" cy="29014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2901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AC" w:rsidRPr="006C25AC" w:rsidRDefault="006C25AC" w:rsidP="006C25A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8F37F" id="Rectangle 2" o:spid="_x0000_s1027" style="position:absolute;left:0;text-align:left;margin-left:0;margin-top:4.55pt;width:463.8pt;height:22.8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" fillcolor="#f2f2f2 [3052]" stroked="f" strokeweight="2pt">
                <v:textbox>
                  <w:txbxContent>
                    <w:p w:rsidR="006C25AC" w:rsidRPr="006C25AC" w:rsidRDefault="006C25AC" w:rsidP="006C25AC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EDUCATION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90F15" w:rsidRDefault="00890F15" w:rsidP="00890F15">
      <w:pPr>
        <w:ind w:firstLine="708"/>
        <w:outlineLvl w:val="0"/>
        <w:rPr>
          <w:b/>
          <w:lang w:val="en-US"/>
        </w:rPr>
      </w:pPr>
    </w:p>
    <w:p w:rsidR="006C25AC" w:rsidRPr="00B90512" w:rsidRDefault="006C25AC" w:rsidP="00890F15">
      <w:pPr>
        <w:ind w:firstLine="708"/>
        <w:outlineLvl w:val="0"/>
        <w:rPr>
          <w:b/>
          <w:lang w:val="en-US"/>
        </w:rPr>
      </w:pPr>
    </w:p>
    <w:p w:rsidR="006C25AC" w:rsidRDefault="006C25AC" w:rsidP="007E6653">
      <w:pPr>
        <w:pStyle w:val="Paragraphedeliste"/>
        <w:ind w:left="360" w:hanging="360"/>
        <w:outlineLvl w:val="0"/>
        <w:rPr>
          <w:b/>
          <w:lang w:val="en-US"/>
        </w:rPr>
      </w:pPr>
    </w:p>
    <w:p w:rsidR="006C25AC" w:rsidRDefault="006C25AC" w:rsidP="006C25AC">
      <w:pPr>
        <w:numPr>
          <w:ilvl w:val="0"/>
          <w:numId w:val="22"/>
        </w:numPr>
      </w:pPr>
      <w:r>
        <w:t xml:space="preserve">2020 Master </w:t>
      </w:r>
      <w:proofErr w:type="gramStart"/>
      <w:r>
        <w:t>2</w:t>
      </w:r>
      <w:proofErr w:type="gramEnd"/>
      <w:r>
        <w:t xml:space="preserve"> in Project Management at EM business school of Algiers (state registered diploma delivered by Strasbourg University).</w:t>
      </w:r>
    </w:p>
    <w:p w:rsidR="006C25AC" w:rsidRPr="00C17163" w:rsidRDefault="006C25AC" w:rsidP="006C25AC">
      <w:pPr>
        <w:numPr>
          <w:ilvl w:val="0"/>
          <w:numId w:val="22"/>
        </w:numPr>
      </w:pPr>
      <w:r>
        <w:t>2</w:t>
      </w:r>
      <w:r w:rsidRPr="00C17163">
        <w:t xml:space="preserve">002: DES (High </w:t>
      </w:r>
      <w:r>
        <w:t>S</w:t>
      </w:r>
      <w:r w:rsidRPr="00C17163">
        <w:t xml:space="preserve">tudies Diploma) </w:t>
      </w:r>
      <w:r>
        <w:t xml:space="preserve">in </w:t>
      </w:r>
      <w:r w:rsidRPr="00C17163">
        <w:t xml:space="preserve">Financial </w:t>
      </w:r>
      <w:r>
        <w:t xml:space="preserve">Accounting &amp; </w:t>
      </w:r>
      <w:r w:rsidRPr="00C17163">
        <w:t xml:space="preserve">Auditing from the </w:t>
      </w:r>
      <w:r>
        <w:t>I</w:t>
      </w:r>
      <w:r w:rsidRPr="00C17163">
        <w:t xml:space="preserve">nstitute of </w:t>
      </w:r>
      <w:r>
        <w:t>H</w:t>
      </w:r>
      <w:r w:rsidRPr="00C17163">
        <w:t xml:space="preserve">igh Commercial </w:t>
      </w:r>
      <w:r>
        <w:t>S</w:t>
      </w:r>
      <w:r w:rsidRPr="00C17163">
        <w:t>tudies</w:t>
      </w:r>
      <w:r>
        <w:t xml:space="preserve"> of Algiers</w:t>
      </w:r>
    </w:p>
    <w:p w:rsidR="006C25AC" w:rsidRPr="00C17163" w:rsidRDefault="006C25AC" w:rsidP="006C25AC">
      <w:pPr>
        <w:numPr>
          <w:ilvl w:val="0"/>
          <w:numId w:val="22"/>
        </w:numPr>
        <w:ind w:left="357" w:hanging="357"/>
      </w:pPr>
      <w:r w:rsidRPr="00C17163">
        <w:t xml:space="preserve">1999: </w:t>
      </w:r>
      <w:r>
        <w:t xml:space="preserve">Bachelor </w:t>
      </w:r>
      <w:r w:rsidRPr="00C17163">
        <w:t xml:space="preserve">in </w:t>
      </w:r>
      <w:r>
        <w:t>M</w:t>
      </w:r>
      <w:r w:rsidRPr="00C17163">
        <w:t>anagement f</w:t>
      </w:r>
      <w:r>
        <w:t xml:space="preserve">rom the University of Algiers </w:t>
      </w:r>
    </w:p>
    <w:p w:rsidR="006C25AC" w:rsidRDefault="006C25AC" w:rsidP="007E6653">
      <w:pPr>
        <w:pStyle w:val="Paragraphedeliste"/>
        <w:ind w:left="360" w:hanging="360"/>
        <w:outlineLvl w:val="0"/>
        <w:rPr>
          <w:b/>
          <w:lang w:val="en-US"/>
        </w:rPr>
      </w:pPr>
    </w:p>
    <w:p w:rsidR="006C25AC" w:rsidRDefault="006C25AC" w:rsidP="007E6653">
      <w:pPr>
        <w:pStyle w:val="Paragraphedeliste"/>
        <w:ind w:left="360" w:hanging="360"/>
        <w:outlineLvl w:val="0"/>
        <w:rPr>
          <w:b/>
          <w:lang w:val="en-US"/>
        </w:rPr>
      </w:pPr>
      <w:r>
        <w:rPr>
          <w:noProof/>
          <w:color w:val="0070C0"/>
          <w:sz w:val="16"/>
          <w:szCs w:val="16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50667" wp14:editId="24E36700">
                <wp:simplePos x="0" y="0"/>
                <wp:positionH relativeFrom="margin">
                  <wp:align>left</wp:align>
                </wp:positionH>
                <wp:positionV relativeFrom="paragraph">
                  <wp:posOffset>7571</wp:posOffset>
                </wp:positionV>
                <wp:extent cx="5890260" cy="290146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2901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AC" w:rsidRPr="006C25AC" w:rsidRDefault="006C25AC" w:rsidP="006C25A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50667" id="Rectangle 3" o:spid="_x0000_s1028" style="position:absolute;left:0;text-align:left;margin-left:0;margin-top:.6pt;width:463.8pt;height:22.8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" fillcolor="#f2f2f2 [3052]" stroked="f" strokeweight="2pt">
                <v:textbox>
                  <w:txbxContent>
                    <w:p w:rsidR="006C25AC" w:rsidRPr="006C25AC" w:rsidRDefault="006C25AC" w:rsidP="006C25AC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WORK EXPERIENCE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C25AC" w:rsidRDefault="006C25AC" w:rsidP="007E6653">
      <w:pPr>
        <w:pStyle w:val="Paragraphedeliste"/>
        <w:ind w:left="360" w:hanging="360"/>
        <w:outlineLvl w:val="0"/>
        <w:rPr>
          <w:b/>
          <w:lang w:val="en-US"/>
        </w:rPr>
      </w:pPr>
    </w:p>
    <w:p w:rsidR="006C25AC" w:rsidRDefault="006C25AC" w:rsidP="007E6653">
      <w:pPr>
        <w:pStyle w:val="Paragraphedeliste"/>
        <w:ind w:left="360" w:hanging="360"/>
        <w:outlineLvl w:val="0"/>
        <w:rPr>
          <w:b/>
          <w:lang w:val="en-US"/>
        </w:rPr>
      </w:pPr>
    </w:p>
    <w:p w:rsidR="00925889" w:rsidRPr="006C25AC" w:rsidRDefault="00925889" w:rsidP="007E6653">
      <w:pPr>
        <w:pStyle w:val="Paragraphedeliste"/>
        <w:ind w:left="360" w:hanging="360"/>
        <w:outlineLvl w:val="0"/>
        <w:rPr>
          <w:b/>
          <w:lang w:val="en-US"/>
        </w:rPr>
      </w:pPr>
      <w:r w:rsidRPr="00925889">
        <w:rPr>
          <w:b/>
          <w:lang w:val="en-US"/>
        </w:rPr>
        <w:t xml:space="preserve">Oversight </w:t>
      </w:r>
      <w:r w:rsidR="006C25AC" w:rsidRPr="00925889">
        <w:rPr>
          <w:b/>
          <w:lang w:val="en-US"/>
        </w:rPr>
        <w:t xml:space="preserve">Officer </w:t>
      </w:r>
      <w:r w:rsidR="006C25AC">
        <w:rPr>
          <w:b/>
          <w:lang w:val="en-US"/>
        </w:rPr>
        <w:t xml:space="preserve">at </w:t>
      </w:r>
      <w:r w:rsidRPr="00925889">
        <w:rPr>
          <w:b/>
          <w:lang w:val="en-US"/>
        </w:rPr>
        <w:t xml:space="preserve">Country Coordination </w:t>
      </w:r>
      <w:r w:rsidRPr="006C25AC">
        <w:rPr>
          <w:b/>
          <w:lang w:val="en-US"/>
        </w:rPr>
        <w:t xml:space="preserve">Mechanism (Global Fund) Feb 2021 to present </w:t>
      </w:r>
    </w:p>
    <w:p w:rsidR="00925889" w:rsidRPr="008C3FC2" w:rsidRDefault="00925889" w:rsidP="00925889">
      <w:pPr>
        <w:outlineLvl w:val="0"/>
        <w:rPr>
          <w:lang w:val="en-US"/>
        </w:rPr>
      </w:pPr>
      <w:r w:rsidRPr="008C3FC2">
        <w:rPr>
          <w:lang w:val="en-US"/>
        </w:rPr>
        <w:t>In Charge of:</w:t>
      </w:r>
    </w:p>
    <w:p w:rsidR="00925889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 w:rsidRPr="008C3FC2">
        <w:rPr>
          <w:lang w:val="en-US"/>
        </w:rPr>
        <w:t>Strategic oversight of grant</w:t>
      </w:r>
      <w:r>
        <w:rPr>
          <w:lang w:val="en-US"/>
        </w:rPr>
        <w:t xml:space="preserve"> to fight HIV within the UN ODD and national strategic plan to fight HIV.</w:t>
      </w:r>
    </w:p>
    <w:p w:rsidR="00925889" w:rsidRPr="008C3FC2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>
        <w:rPr>
          <w:lang w:val="en-US"/>
        </w:rPr>
        <w:t>E</w:t>
      </w:r>
      <w:r w:rsidRPr="008C3FC2">
        <w:rPr>
          <w:lang w:val="en-US"/>
        </w:rPr>
        <w:t xml:space="preserve">nsure to have an updated general and strategic over view programmatic, financial, and logistics </w:t>
      </w:r>
      <w:r>
        <w:rPr>
          <w:lang w:val="en-US"/>
        </w:rPr>
        <w:t xml:space="preserve">data </w:t>
      </w:r>
      <w:r w:rsidRPr="008C3FC2">
        <w:rPr>
          <w:lang w:val="en-US"/>
        </w:rPr>
        <w:t xml:space="preserve"> </w:t>
      </w:r>
      <w:r>
        <w:rPr>
          <w:lang w:val="en-US"/>
        </w:rPr>
        <w:t>related to the program grant</w:t>
      </w:r>
    </w:p>
    <w:p w:rsidR="00925889" w:rsidRPr="008C3FC2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 w:rsidRPr="008C3FC2">
        <w:rPr>
          <w:lang w:val="en-US"/>
        </w:rPr>
        <w:t>Guarantee the use of resources is within the performance framework of the grant</w:t>
      </w:r>
    </w:p>
    <w:p w:rsidR="00925889" w:rsidRPr="008C3FC2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 w:rsidRPr="008C3FC2">
        <w:rPr>
          <w:lang w:val="en-US"/>
        </w:rPr>
        <w:t xml:space="preserve">In coordination with </w:t>
      </w:r>
      <w:r>
        <w:rPr>
          <w:lang w:val="en-US"/>
        </w:rPr>
        <w:t xml:space="preserve">different </w:t>
      </w:r>
      <w:r w:rsidRPr="008C3FC2">
        <w:rPr>
          <w:lang w:val="en-US"/>
        </w:rPr>
        <w:t xml:space="preserve">stakeholders, </w:t>
      </w:r>
      <w:r>
        <w:rPr>
          <w:lang w:val="en-US"/>
        </w:rPr>
        <w:t xml:space="preserve">develop strategic </w:t>
      </w:r>
      <w:r w:rsidRPr="008C3FC2">
        <w:rPr>
          <w:lang w:val="en-US"/>
        </w:rPr>
        <w:t>recommendations, in order to improve project performance</w:t>
      </w:r>
      <w:r>
        <w:rPr>
          <w:lang w:val="en-US"/>
        </w:rPr>
        <w:t xml:space="preserve"> and meet national strategy goals related to HIV.</w:t>
      </w:r>
    </w:p>
    <w:p w:rsidR="00925889" w:rsidRPr="008C3FC2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 w:rsidRPr="008C3FC2">
        <w:rPr>
          <w:lang w:val="en-US"/>
        </w:rPr>
        <w:t>Liaise with public sector PB to follow up cost sharing and local financial contribution</w:t>
      </w:r>
      <w:r>
        <w:rPr>
          <w:lang w:val="en-US"/>
        </w:rPr>
        <w:t>, and prepare transition</w:t>
      </w:r>
    </w:p>
    <w:p w:rsidR="00925889" w:rsidRPr="008C3FC2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 w:rsidRPr="008C3FC2">
        <w:rPr>
          <w:lang w:val="en-US"/>
        </w:rPr>
        <w:t>W</w:t>
      </w:r>
      <w:r>
        <w:rPr>
          <w:lang w:val="en-US"/>
        </w:rPr>
        <w:t>o</w:t>
      </w:r>
      <w:r w:rsidRPr="008C3FC2">
        <w:rPr>
          <w:lang w:val="en-US"/>
        </w:rPr>
        <w:t>rk closely with PB 3</w:t>
      </w:r>
      <w:r w:rsidRPr="008C3FC2">
        <w:rPr>
          <w:vertAlign w:val="superscript"/>
          <w:lang w:val="en-US"/>
        </w:rPr>
        <w:t>rd</w:t>
      </w:r>
      <w:r w:rsidRPr="008C3FC2">
        <w:rPr>
          <w:lang w:val="en-US"/>
        </w:rPr>
        <w:t xml:space="preserve"> party implementers (NGO’s)  </w:t>
      </w:r>
      <w:r>
        <w:rPr>
          <w:lang w:val="en-US"/>
        </w:rPr>
        <w:t xml:space="preserve">for evaluation and </w:t>
      </w:r>
      <w:r w:rsidRPr="008C3FC2">
        <w:rPr>
          <w:lang w:val="en-US"/>
        </w:rPr>
        <w:t xml:space="preserve"> analysis of the Monitoring and evaluation reports </w:t>
      </w:r>
      <w:r>
        <w:rPr>
          <w:lang w:val="en-US"/>
        </w:rPr>
        <w:t xml:space="preserve">and the grants activities implementation </w:t>
      </w:r>
    </w:p>
    <w:p w:rsidR="00925889" w:rsidRPr="008C3FC2" w:rsidRDefault="00925889" w:rsidP="00925889">
      <w:pPr>
        <w:pStyle w:val="Paragraphedeliste"/>
        <w:numPr>
          <w:ilvl w:val="0"/>
          <w:numId w:val="42"/>
        </w:numPr>
        <w:outlineLvl w:val="0"/>
        <w:rPr>
          <w:lang w:val="en-US"/>
        </w:rPr>
      </w:pPr>
      <w:r w:rsidRPr="008C3FC2">
        <w:rPr>
          <w:lang w:val="en-US"/>
        </w:rPr>
        <w:t>Deliver continuous reporting to Stakeholders (public sector, Global fund, experts ..) on the implementation of the grant</w:t>
      </w:r>
    </w:p>
    <w:p w:rsidR="00925889" w:rsidRDefault="00925889" w:rsidP="00925889">
      <w:pPr>
        <w:outlineLvl w:val="0"/>
        <w:rPr>
          <w:b/>
          <w:lang w:val="en-US"/>
        </w:rPr>
      </w:pPr>
    </w:p>
    <w:p w:rsidR="00925889" w:rsidRPr="00114AA5" w:rsidRDefault="00925889" w:rsidP="00925889">
      <w:pPr>
        <w:outlineLvl w:val="0"/>
        <w:rPr>
          <w:b/>
          <w:lang w:val="en-US"/>
        </w:rPr>
      </w:pPr>
      <w:r w:rsidRPr="00114AA5">
        <w:rPr>
          <w:b/>
          <w:lang w:val="en-US"/>
        </w:rPr>
        <w:t>Financial Analyst and CSR Officer at Repsol E&amp;P</w:t>
      </w:r>
      <w:r w:rsidRPr="00114AA5">
        <w:rPr>
          <w:lang w:val="en-US"/>
        </w:rPr>
        <w:t xml:space="preserve"> - </w:t>
      </w:r>
      <w:r>
        <w:rPr>
          <w:b/>
          <w:lang w:val="en-US"/>
        </w:rPr>
        <w:t>Oct</w:t>
      </w:r>
      <w:r w:rsidRPr="00114AA5">
        <w:rPr>
          <w:b/>
          <w:lang w:val="en-US"/>
        </w:rPr>
        <w:t xml:space="preserve"> 201</w:t>
      </w:r>
      <w:r>
        <w:rPr>
          <w:b/>
          <w:lang w:val="en-US"/>
        </w:rPr>
        <w:t>8</w:t>
      </w:r>
      <w:r w:rsidRPr="00114AA5">
        <w:rPr>
          <w:b/>
          <w:lang w:val="en-US"/>
        </w:rPr>
        <w:t xml:space="preserve"> to </w:t>
      </w:r>
      <w:r>
        <w:rPr>
          <w:b/>
          <w:lang w:val="en-US"/>
        </w:rPr>
        <w:t xml:space="preserve">Nov </w:t>
      </w:r>
      <w:r w:rsidRPr="00114AA5">
        <w:rPr>
          <w:b/>
          <w:lang w:val="en-US"/>
        </w:rPr>
        <w:t>2020</w:t>
      </w:r>
    </w:p>
    <w:p w:rsidR="00925889" w:rsidRPr="00AE1E0C" w:rsidRDefault="00925889" w:rsidP="00925889">
      <w:pPr>
        <w:outlineLvl w:val="0"/>
        <w:rPr>
          <w:lang w:val="en-US"/>
        </w:rPr>
      </w:pPr>
      <w:r w:rsidRPr="00AE1E0C">
        <w:rPr>
          <w:lang w:val="en-US"/>
        </w:rPr>
        <w:t xml:space="preserve">As a financial analyst </w:t>
      </w:r>
    </w:p>
    <w:p w:rsidR="007E6653" w:rsidRDefault="007E6653" w:rsidP="007E6653">
      <w:pPr>
        <w:pStyle w:val="Paragraphedeliste"/>
        <w:numPr>
          <w:ilvl w:val="0"/>
          <w:numId w:val="39"/>
        </w:numPr>
        <w:outlineLvl w:val="0"/>
      </w:pPr>
      <w:r>
        <w:t>Cash management, account analysis and bank reconciliation</w:t>
      </w:r>
    </w:p>
    <w:p w:rsidR="007E6653" w:rsidRDefault="007E6653" w:rsidP="007E6653">
      <w:pPr>
        <w:pStyle w:val="Paragraphedeliste"/>
        <w:numPr>
          <w:ilvl w:val="0"/>
          <w:numId w:val="39"/>
        </w:numPr>
        <w:outlineLvl w:val="0"/>
      </w:pPr>
      <w:r>
        <w:t>Cash call and billing to partners</w:t>
      </w:r>
    </w:p>
    <w:p w:rsidR="007E6653" w:rsidRPr="00AE1E0C" w:rsidRDefault="007E6653" w:rsidP="007E6653">
      <w:pPr>
        <w:outlineLvl w:val="0"/>
        <w:rPr>
          <w:lang w:val="en-US"/>
        </w:rPr>
      </w:pPr>
      <w:r w:rsidRPr="00AE1E0C">
        <w:rPr>
          <w:lang w:val="en-US"/>
        </w:rPr>
        <w:t>As a corporate social responsibility officer:</w:t>
      </w:r>
    </w:p>
    <w:p w:rsidR="004449C5" w:rsidRPr="004449C5" w:rsidRDefault="007E6653" w:rsidP="001A2686">
      <w:pPr>
        <w:pStyle w:val="Paragraphedeliste"/>
        <w:numPr>
          <w:ilvl w:val="0"/>
          <w:numId w:val="40"/>
        </w:numPr>
        <w:outlineLvl w:val="0"/>
        <w:rPr>
          <w:b/>
          <w:lang w:val="en-US"/>
        </w:rPr>
      </w:pPr>
      <w:r w:rsidRPr="007E6653">
        <w:rPr>
          <w:lang w:val="en-US"/>
        </w:rPr>
        <w:t>Work with CSR team on the implementation of social responsibility activities</w:t>
      </w:r>
    </w:p>
    <w:p w:rsidR="007E6653" w:rsidRPr="007E6653" w:rsidRDefault="007E6653" w:rsidP="001A2686">
      <w:pPr>
        <w:pStyle w:val="Paragraphedeliste"/>
        <w:numPr>
          <w:ilvl w:val="0"/>
          <w:numId w:val="40"/>
        </w:numPr>
        <w:outlineLvl w:val="0"/>
        <w:rPr>
          <w:b/>
          <w:lang w:val="en-US"/>
        </w:rPr>
      </w:pPr>
      <w:r w:rsidRPr="007E6653">
        <w:rPr>
          <w:lang w:val="en-US"/>
        </w:rPr>
        <w:t xml:space="preserve">Monitoring of local development projects conducted in work area (including </w:t>
      </w:r>
      <w:r w:rsidR="004449C5">
        <w:rPr>
          <w:lang w:val="en-US"/>
        </w:rPr>
        <w:t>budget, reporting)</w:t>
      </w:r>
    </w:p>
    <w:p w:rsidR="007E6653" w:rsidRPr="003B7F72" w:rsidRDefault="007E6653" w:rsidP="007E6653">
      <w:pPr>
        <w:pStyle w:val="Paragraphedeliste"/>
        <w:numPr>
          <w:ilvl w:val="0"/>
          <w:numId w:val="40"/>
        </w:numPr>
        <w:outlineLvl w:val="0"/>
        <w:rPr>
          <w:b/>
          <w:lang w:val="en-US"/>
        </w:rPr>
      </w:pPr>
      <w:r w:rsidRPr="00AE1E0C">
        <w:rPr>
          <w:lang w:val="en-US"/>
        </w:rPr>
        <w:t xml:space="preserve">Social Medias and Medias monitoring within work area </w:t>
      </w:r>
      <w:r>
        <w:rPr>
          <w:lang w:val="en-US"/>
        </w:rPr>
        <w:t>(mainly oil and gas sector)</w:t>
      </w:r>
    </w:p>
    <w:p w:rsidR="003B7F72" w:rsidRPr="003B7F72" w:rsidRDefault="003B7F72" w:rsidP="007E6653">
      <w:pPr>
        <w:pStyle w:val="Paragraphedeliste"/>
        <w:numPr>
          <w:ilvl w:val="0"/>
          <w:numId w:val="40"/>
        </w:numPr>
        <w:outlineLvl w:val="0"/>
        <w:rPr>
          <w:b/>
          <w:lang w:val="en-US"/>
        </w:rPr>
      </w:pPr>
      <w:r w:rsidRPr="003B7F72">
        <w:rPr>
          <w:b/>
          <w:lang w:val="en-US"/>
        </w:rPr>
        <w:t xml:space="preserve">Work on SAP FI for Vendor creation, Payment process, Bank reconciliation </w:t>
      </w:r>
    </w:p>
    <w:p w:rsidR="003B7F72" w:rsidRPr="003B7F72" w:rsidRDefault="003B7F72" w:rsidP="003B7F72">
      <w:pPr>
        <w:pStyle w:val="Paragraphedeliste"/>
        <w:outlineLvl w:val="0"/>
        <w:rPr>
          <w:b/>
          <w:lang w:val="en-US"/>
        </w:rPr>
      </w:pPr>
    </w:p>
    <w:p w:rsidR="007E6653" w:rsidRPr="00925889" w:rsidRDefault="007E6653" w:rsidP="008C634D">
      <w:pPr>
        <w:outlineLvl w:val="0"/>
        <w:rPr>
          <w:lang w:val="en-US"/>
        </w:rPr>
      </w:pPr>
    </w:p>
    <w:p w:rsidR="003574A0" w:rsidRPr="00AC6619" w:rsidRDefault="00393416" w:rsidP="008C634D">
      <w:pPr>
        <w:outlineLvl w:val="0"/>
        <w:rPr>
          <w:b/>
          <w:lang w:val="pt-PT"/>
        </w:rPr>
      </w:pPr>
      <w:r w:rsidRPr="00AC6619">
        <w:rPr>
          <w:b/>
        </w:rPr>
        <w:t xml:space="preserve">Dec 2016 to </w:t>
      </w:r>
      <w:r w:rsidR="00EF4BCD">
        <w:rPr>
          <w:b/>
        </w:rPr>
        <w:t>Dec 2017</w:t>
      </w:r>
      <w:r w:rsidR="00655A39">
        <w:rPr>
          <w:b/>
        </w:rPr>
        <w:t xml:space="preserve">: </w:t>
      </w:r>
      <w:r w:rsidR="00247B3E">
        <w:rPr>
          <w:b/>
        </w:rPr>
        <w:t>Cost</w:t>
      </w:r>
      <w:r w:rsidRPr="00AC6619">
        <w:rPr>
          <w:b/>
          <w:lang w:val="pt-PT"/>
        </w:rPr>
        <w:t xml:space="preserve"> Controller</w:t>
      </w:r>
      <w:r w:rsidR="003574A0" w:rsidRPr="00AC6619">
        <w:rPr>
          <w:b/>
          <w:lang w:val="pt-PT"/>
        </w:rPr>
        <w:t xml:space="preserve"> at Petro</w:t>
      </w:r>
      <w:r w:rsidR="003574A0" w:rsidRPr="00AC6619">
        <w:rPr>
          <w:b/>
        </w:rPr>
        <w:t xml:space="preserve"> Celtic</w:t>
      </w:r>
      <w:r w:rsidR="003574A0" w:rsidRPr="00AC6619">
        <w:rPr>
          <w:b/>
          <w:lang w:val="pt-PT"/>
        </w:rPr>
        <w:t xml:space="preserve"> Algeria</w:t>
      </w:r>
      <w:r w:rsidR="00AA624F">
        <w:rPr>
          <w:b/>
          <w:lang w:val="pt-PT"/>
        </w:rPr>
        <w:t xml:space="preserve"> </w:t>
      </w:r>
      <w:r w:rsidR="00E00ABB">
        <w:rPr>
          <w:b/>
          <w:lang w:val="pt-PT"/>
        </w:rPr>
        <w:t>(</w:t>
      </w:r>
      <w:r w:rsidR="001F269B">
        <w:rPr>
          <w:b/>
          <w:lang w:val="pt-PT"/>
        </w:rPr>
        <w:t>Groupement Isarene</w:t>
      </w:r>
      <w:r w:rsidR="00247B3E">
        <w:rPr>
          <w:b/>
          <w:lang w:val="pt-PT"/>
        </w:rPr>
        <w:t xml:space="preserve"> JV Sonatrach-Petroceltic</w:t>
      </w:r>
      <w:r w:rsidR="001F269B">
        <w:rPr>
          <w:b/>
          <w:lang w:val="pt-PT"/>
        </w:rPr>
        <w:t>)</w:t>
      </w:r>
    </w:p>
    <w:p w:rsidR="00393416" w:rsidRDefault="003574A0" w:rsidP="00393416">
      <w:pPr>
        <w:outlineLvl w:val="0"/>
      </w:pPr>
      <w:r w:rsidRPr="00AC6619">
        <w:rPr>
          <w:lang w:val="pt-PT"/>
        </w:rPr>
        <w:t xml:space="preserve">I </w:t>
      </w:r>
      <w:r w:rsidR="008D0CAE">
        <w:rPr>
          <w:lang w:val="pt-PT"/>
        </w:rPr>
        <w:t>was</w:t>
      </w:r>
      <w:r w:rsidRPr="00AC6619">
        <w:rPr>
          <w:lang w:val="pt-PT"/>
        </w:rPr>
        <w:t xml:space="preserve"> in charge of </w:t>
      </w:r>
      <w:r w:rsidR="00A25E61">
        <w:t>m</w:t>
      </w:r>
      <w:r w:rsidR="00386F58" w:rsidRPr="00AC6619">
        <w:t xml:space="preserve">anagement of all </w:t>
      </w:r>
      <w:r w:rsidR="00E00ABB">
        <w:t xml:space="preserve">contractual </w:t>
      </w:r>
      <w:r w:rsidR="009D1A2D">
        <w:t xml:space="preserve">, planning and financial </w:t>
      </w:r>
      <w:r w:rsidR="00386F58" w:rsidRPr="00AC6619">
        <w:t>aspects related to</w:t>
      </w:r>
      <w:r w:rsidR="00A25E61">
        <w:t xml:space="preserve"> d</w:t>
      </w:r>
      <w:r w:rsidR="006A0F22">
        <w:t xml:space="preserve">rilling </w:t>
      </w:r>
      <w:r w:rsidR="00386F58" w:rsidRPr="00AC6619">
        <w:t>project including</w:t>
      </w:r>
      <w:r w:rsidR="003730B0" w:rsidRPr="00AC6619">
        <w:t>:</w:t>
      </w:r>
    </w:p>
    <w:p w:rsidR="009D1A2D" w:rsidRDefault="009D1A2D" w:rsidP="00393416">
      <w:pPr>
        <w:outlineLvl w:val="0"/>
      </w:pPr>
    </w:p>
    <w:p w:rsidR="00841037" w:rsidRDefault="00841037" w:rsidP="00841037">
      <w:pPr>
        <w:pStyle w:val="Paragraphedeliste"/>
        <w:numPr>
          <w:ilvl w:val="0"/>
          <w:numId w:val="37"/>
        </w:numPr>
        <w:tabs>
          <w:tab w:val="left" w:pos="2224"/>
        </w:tabs>
        <w:outlineLvl w:val="0"/>
      </w:pPr>
      <w:r>
        <w:t>D</w:t>
      </w:r>
      <w:r w:rsidRPr="00AC6619">
        <w:t>aily and periodically reporting</w:t>
      </w:r>
      <w:r w:rsidR="009D1A2D">
        <w:t xml:space="preserve"> of operations up to date</w:t>
      </w:r>
      <w:r w:rsidR="009873E1">
        <w:t>. (</w:t>
      </w:r>
      <w:r w:rsidR="00BE7CDE">
        <w:t xml:space="preserve">Time, budget, contracts consumptions, and forecasts </w:t>
      </w:r>
      <w:r w:rsidR="009873E1">
        <w:t>estimations on</w:t>
      </w:r>
      <w:r w:rsidR="00BE7CDE">
        <w:t xml:space="preserve"> timing, budget, </w:t>
      </w:r>
      <w:r w:rsidR="009873E1">
        <w:t>contracts,</w:t>
      </w:r>
      <w:r w:rsidR="004321FC" w:rsidRPr="004321FC">
        <w:t xml:space="preserve"> </w:t>
      </w:r>
      <w:r w:rsidR="004321FC">
        <w:t xml:space="preserve">variances analysis </w:t>
      </w:r>
      <w:r w:rsidR="00BE7CDE">
        <w:t>etc)</w:t>
      </w:r>
    </w:p>
    <w:p w:rsidR="00CB62BE" w:rsidRDefault="00841037" w:rsidP="003C2D9C">
      <w:pPr>
        <w:pStyle w:val="Paragraphedeliste"/>
        <w:numPr>
          <w:ilvl w:val="0"/>
          <w:numId w:val="37"/>
        </w:numPr>
        <w:tabs>
          <w:tab w:val="left" w:pos="2224"/>
        </w:tabs>
        <w:outlineLvl w:val="0"/>
      </w:pPr>
      <w:r>
        <w:lastRenderedPageBreak/>
        <w:t>Work with Drilling engineer</w:t>
      </w:r>
      <w:r w:rsidR="009D1A2D">
        <w:t>s</w:t>
      </w:r>
      <w:r>
        <w:t xml:space="preserve"> on End of well reports</w:t>
      </w:r>
      <w:r w:rsidR="009D1A2D">
        <w:t xml:space="preserve"> for project closing purpose, including lessons learnt aspect.</w:t>
      </w:r>
    </w:p>
    <w:p w:rsidR="00AA624F" w:rsidRDefault="00AA624F" w:rsidP="00AA624F">
      <w:pPr>
        <w:numPr>
          <w:ilvl w:val="0"/>
          <w:numId w:val="37"/>
        </w:numPr>
        <w:tabs>
          <w:tab w:val="left" w:pos="2224"/>
        </w:tabs>
      </w:pPr>
      <w:r>
        <w:t>AFE and budget for drilling campaign.</w:t>
      </w:r>
    </w:p>
    <w:p w:rsidR="00D05C6E" w:rsidRPr="00AC6619" w:rsidRDefault="00D05C6E" w:rsidP="00AA624F">
      <w:pPr>
        <w:numPr>
          <w:ilvl w:val="0"/>
          <w:numId w:val="37"/>
        </w:numPr>
        <w:tabs>
          <w:tab w:val="left" w:pos="2224"/>
        </w:tabs>
      </w:pPr>
      <w:r>
        <w:t>Implement Cost control and well reconciliations processes. Inventory reconciliation</w:t>
      </w:r>
    </w:p>
    <w:p w:rsidR="00AA624F" w:rsidRDefault="00AA624F" w:rsidP="00AA624F">
      <w:pPr>
        <w:pStyle w:val="Paragraphedeliste"/>
        <w:tabs>
          <w:tab w:val="left" w:pos="2224"/>
        </w:tabs>
        <w:outlineLvl w:val="0"/>
      </w:pPr>
    </w:p>
    <w:p w:rsidR="00CB62BE" w:rsidRPr="00AC6619" w:rsidRDefault="00BA15F5" w:rsidP="008C634D">
      <w:pPr>
        <w:outlineLvl w:val="0"/>
        <w:rPr>
          <w:b/>
        </w:rPr>
      </w:pPr>
      <w:r w:rsidRPr="00AC6619">
        <w:rPr>
          <w:b/>
        </w:rPr>
        <w:t>May 2015 to</w:t>
      </w:r>
      <w:r w:rsidR="00E27C50" w:rsidRPr="00AC6619">
        <w:rPr>
          <w:b/>
        </w:rPr>
        <w:t xml:space="preserve"> May </w:t>
      </w:r>
      <w:r w:rsidR="00CB62BE" w:rsidRPr="00AC6619">
        <w:rPr>
          <w:b/>
        </w:rPr>
        <w:t xml:space="preserve">2016: </w:t>
      </w:r>
      <w:r w:rsidR="003574A0" w:rsidRPr="00AC6619">
        <w:rPr>
          <w:b/>
        </w:rPr>
        <w:t xml:space="preserve">Cost Controller </w:t>
      </w:r>
      <w:r w:rsidR="003B7F72">
        <w:rPr>
          <w:b/>
        </w:rPr>
        <w:t xml:space="preserve">/SAP Technician </w:t>
      </w:r>
      <w:r w:rsidR="003574A0" w:rsidRPr="00AC6619">
        <w:rPr>
          <w:b/>
        </w:rPr>
        <w:t xml:space="preserve">at </w:t>
      </w:r>
      <w:r w:rsidR="008A59E3" w:rsidRPr="00AC6619">
        <w:rPr>
          <w:b/>
          <w:lang w:val="pt-PT"/>
        </w:rPr>
        <w:t xml:space="preserve">Repsol E&amp;P </w:t>
      </w:r>
      <w:r w:rsidR="006912FE" w:rsidRPr="00AC6619">
        <w:rPr>
          <w:b/>
        </w:rPr>
        <w:t>Algeria</w:t>
      </w:r>
      <w:r w:rsidR="008A59E3" w:rsidRPr="00AC6619">
        <w:rPr>
          <w:b/>
        </w:rPr>
        <w:t xml:space="preserve"> </w:t>
      </w:r>
      <w:r w:rsidR="00247B3E">
        <w:rPr>
          <w:b/>
        </w:rPr>
        <w:t xml:space="preserve">– </w:t>
      </w:r>
      <w:proofErr w:type="spellStart"/>
      <w:r w:rsidR="00247B3E">
        <w:rPr>
          <w:b/>
        </w:rPr>
        <w:t>Illizi</w:t>
      </w:r>
      <w:proofErr w:type="spellEnd"/>
      <w:r w:rsidR="00247B3E">
        <w:rPr>
          <w:b/>
        </w:rPr>
        <w:t xml:space="preserve"> drilling project</w:t>
      </w:r>
      <w:r w:rsidR="009873E1">
        <w:rPr>
          <w:b/>
        </w:rPr>
        <w:t>.</w:t>
      </w:r>
    </w:p>
    <w:p w:rsidR="00BA15F5" w:rsidRPr="00AC6619" w:rsidRDefault="003574A0" w:rsidP="00BA15F5">
      <w:pPr>
        <w:outlineLvl w:val="0"/>
      </w:pPr>
      <w:r w:rsidRPr="00AC6619">
        <w:t xml:space="preserve">I </w:t>
      </w:r>
      <w:r w:rsidR="008D0CAE">
        <w:t xml:space="preserve">was in charge of </w:t>
      </w:r>
      <w:r w:rsidR="00A25E61">
        <w:t xml:space="preserve">booking </w:t>
      </w:r>
      <w:r w:rsidR="008D0CAE">
        <w:t xml:space="preserve">of all </w:t>
      </w:r>
      <w:r w:rsidR="008D0CAE" w:rsidRPr="00AC6619">
        <w:t>project costs</w:t>
      </w:r>
      <w:r w:rsidR="00E41403" w:rsidRPr="00AC6619">
        <w:t xml:space="preserve"> in SAP ERP,</w:t>
      </w:r>
      <w:r w:rsidR="00072D65" w:rsidRPr="00AC6619">
        <w:t xml:space="preserve"> </w:t>
      </w:r>
      <w:r w:rsidR="00E41403" w:rsidRPr="00AC6619">
        <w:t>including</w:t>
      </w:r>
      <w:r w:rsidR="006E14DE" w:rsidRPr="00AC6619">
        <w:t>:</w:t>
      </w:r>
    </w:p>
    <w:p w:rsidR="003730B0" w:rsidRPr="003B7F72" w:rsidRDefault="00C86E43" w:rsidP="000A3128">
      <w:pPr>
        <w:pStyle w:val="Paragraphedeliste"/>
        <w:numPr>
          <w:ilvl w:val="0"/>
          <w:numId w:val="8"/>
        </w:numPr>
        <w:tabs>
          <w:tab w:val="left" w:pos="2224"/>
        </w:tabs>
        <w:jc w:val="both"/>
        <w:outlineLvl w:val="0"/>
        <w:rPr>
          <w:lang w:val="fr-FR"/>
        </w:rPr>
      </w:pPr>
      <w:r w:rsidRPr="003B7F72">
        <w:rPr>
          <w:lang w:val="fr-FR"/>
        </w:rPr>
        <w:t>C</w:t>
      </w:r>
      <w:r w:rsidR="00BA15F5" w:rsidRPr="003B7F72">
        <w:rPr>
          <w:lang w:val="fr-FR"/>
        </w:rPr>
        <w:t xml:space="preserve">ost </w:t>
      </w:r>
      <w:r w:rsidR="003B7F72" w:rsidRPr="003B7F72">
        <w:rPr>
          <w:lang w:val="fr-FR"/>
        </w:rPr>
        <w:t>allocations, accruals (</w:t>
      </w:r>
      <w:proofErr w:type="gramStart"/>
      <w:r w:rsidR="003B7F72" w:rsidRPr="003B7F72">
        <w:rPr>
          <w:lang w:val="fr-FR"/>
        </w:rPr>
        <w:t>SES ,</w:t>
      </w:r>
      <w:proofErr w:type="gramEnd"/>
      <w:r w:rsidR="003B7F72" w:rsidRPr="003B7F72">
        <w:rPr>
          <w:lang w:val="fr-FR"/>
        </w:rPr>
        <w:t xml:space="preserve"> journal entries</w:t>
      </w:r>
      <w:r w:rsidR="003B7F72">
        <w:rPr>
          <w:lang w:val="fr-FR"/>
        </w:rPr>
        <w:t>, …)</w:t>
      </w:r>
    </w:p>
    <w:p w:rsidR="00841037" w:rsidRDefault="00BA15F5" w:rsidP="00451CB3">
      <w:pPr>
        <w:pStyle w:val="Paragraphedeliste"/>
        <w:numPr>
          <w:ilvl w:val="0"/>
          <w:numId w:val="8"/>
        </w:numPr>
        <w:tabs>
          <w:tab w:val="left" w:pos="2224"/>
        </w:tabs>
        <w:jc w:val="both"/>
        <w:outlineLvl w:val="0"/>
      </w:pPr>
      <w:r w:rsidRPr="00AC6619">
        <w:t xml:space="preserve">Work </w:t>
      </w:r>
      <w:r w:rsidR="00E557CF" w:rsidRPr="00AC6619">
        <w:t>o</w:t>
      </w:r>
      <w:r w:rsidRPr="00AC6619">
        <w:t xml:space="preserve">rders, Service </w:t>
      </w:r>
      <w:r w:rsidR="00E557CF" w:rsidRPr="00AC6619">
        <w:t>o</w:t>
      </w:r>
      <w:r w:rsidRPr="00AC6619">
        <w:t>rders</w:t>
      </w:r>
      <w:r w:rsidR="003574A0" w:rsidRPr="00AC6619">
        <w:t>.</w:t>
      </w:r>
      <w:r w:rsidR="00841037" w:rsidRPr="00841037">
        <w:t xml:space="preserve"> </w:t>
      </w:r>
      <w:r w:rsidR="00841037" w:rsidRPr="00AC6619">
        <w:t>WBS creation,</w:t>
      </w:r>
    </w:p>
    <w:p w:rsidR="00CB62BE" w:rsidRDefault="00CB62BE" w:rsidP="00283EBB">
      <w:pPr>
        <w:outlineLvl w:val="0"/>
      </w:pPr>
    </w:p>
    <w:p w:rsidR="008A59E3" w:rsidRPr="00AC6619" w:rsidRDefault="00283EBB" w:rsidP="008C634D">
      <w:pPr>
        <w:outlineLvl w:val="0"/>
        <w:rPr>
          <w:b/>
        </w:rPr>
      </w:pPr>
      <w:r w:rsidRPr="00AC6619">
        <w:rPr>
          <w:b/>
        </w:rPr>
        <w:t>Sept 2013</w:t>
      </w:r>
      <w:r w:rsidR="00ED4068" w:rsidRPr="00AC6619">
        <w:rPr>
          <w:b/>
        </w:rPr>
        <w:t xml:space="preserve"> </w:t>
      </w:r>
      <w:r w:rsidRPr="00AC6619">
        <w:rPr>
          <w:b/>
        </w:rPr>
        <w:t>to</w:t>
      </w:r>
      <w:r w:rsidR="005D28B2" w:rsidRPr="00AC6619">
        <w:rPr>
          <w:b/>
        </w:rPr>
        <w:t xml:space="preserve"> </w:t>
      </w:r>
      <w:r w:rsidR="00CB62BE" w:rsidRPr="00AC6619">
        <w:rPr>
          <w:b/>
        </w:rPr>
        <w:t>Sept</w:t>
      </w:r>
      <w:r w:rsidR="00ED4068" w:rsidRPr="00AC6619">
        <w:rPr>
          <w:b/>
        </w:rPr>
        <w:t xml:space="preserve"> </w:t>
      </w:r>
      <w:r w:rsidR="008C634D" w:rsidRPr="00AC6619">
        <w:rPr>
          <w:b/>
        </w:rPr>
        <w:t xml:space="preserve">2014: </w:t>
      </w:r>
      <w:r w:rsidR="00BE7CDE">
        <w:rPr>
          <w:b/>
        </w:rPr>
        <w:t xml:space="preserve">Technical support </w:t>
      </w:r>
      <w:r w:rsidR="00AA624F">
        <w:rPr>
          <w:b/>
        </w:rPr>
        <w:t xml:space="preserve">coordinator </w:t>
      </w:r>
      <w:r w:rsidR="006A3196" w:rsidRPr="00AC6619">
        <w:rPr>
          <w:b/>
        </w:rPr>
        <w:t xml:space="preserve">at </w:t>
      </w:r>
      <w:r w:rsidR="008A59E3" w:rsidRPr="00AC6619">
        <w:rPr>
          <w:b/>
        </w:rPr>
        <w:t>Total E&amp;P Algeria</w:t>
      </w:r>
      <w:r w:rsidR="00BE7CDE">
        <w:rPr>
          <w:b/>
        </w:rPr>
        <w:t>, Drilling project</w:t>
      </w:r>
    </w:p>
    <w:p w:rsidR="00283EBB" w:rsidRDefault="00CB62BE" w:rsidP="00283EBB">
      <w:pPr>
        <w:outlineLvl w:val="0"/>
      </w:pPr>
      <w:r>
        <w:t xml:space="preserve">I </w:t>
      </w:r>
      <w:r w:rsidR="008D0CAE">
        <w:t>was</w:t>
      </w:r>
      <w:r>
        <w:t xml:space="preserve"> i</w:t>
      </w:r>
      <w:r w:rsidR="00283EBB" w:rsidRPr="002951AD">
        <w:t xml:space="preserve">n </w:t>
      </w:r>
      <w:r w:rsidR="00A841B6">
        <w:t>c</w:t>
      </w:r>
      <w:r w:rsidR="00283EBB" w:rsidRPr="002951AD">
        <w:t>harge of</w:t>
      </w:r>
      <w:r>
        <w:t xml:space="preserve"> m</w:t>
      </w:r>
      <w:r w:rsidR="00EC46A5">
        <w:t>anagement of all financial</w:t>
      </w:r>
      <w:r>
        <w:t>,</w:t>
      </w:r>
      <w:r w:rsidR="00EC46A5">
        <w:t xml:space="preserve"> and contract</w:t>
      </w:r>
      <w:r w:rsidR="008D0CAE">
        <w:t>ual</w:t>
      </w:r>
      <w:r w:rsidR="00EC46A5">
        <w:t xml:space="preserve"> aspects </w:t>
      </w:r>
      <w:r>
        <w:t>related to the project, including:</w:t>
      </w:r>
    </w:p>
    <w:p w:rsidR="00BE7CDE" w:rsidRDefault="00BE7CDE" w:rsidP="00283EBB">
      <w:pPr>
        <w:outlineLvl w:val="0"/>
      </w:pPr>
    </w:p>
    <w:p w:rsidR="00BE7CDE" w:rsidRDefault="00BE7CDE" w:rsidP="00E03546">
      <w:pPr>
        <w:numPr>
          <w:ilvl w:val="0"/>
          <w:numId w:val="8"/>
        </w:numPr>
        <w:tabs>
          <w:tab w:val="left" w:pos="2224"/>
        </w:tabs>
      </w:pPr>
      <w:r>
        <w:t>Im</w:t>
      </w:r>
      <w:r w:rsidR="00BC667A">
        <w:t>pl</w:t>
      </w:r>
      <w:r>
        <w:t xml:space="preserve">ementation with Drilling manager of </w:t>
      </w:r>
      <w:r w:rsidR="00BC667A">
        <w:t xml:space="preserve">reporting policy related to the project, including </w:t>
      </w:r>
    </w:p>
    <w:p w:rsidR="00BC667A" w:rsidRDefault="00BC667A" w:rsidP="00BC667A">
      <w:pPr>
        <w:numPr>
          <w:ilvl w:val="0"/>
          <w:numId w:val="8"/>
        </w:numPr>
        <w:tabs>
          <w:tab w:val="left" w:pos="2224"/>
        </w:tabs>
      </w:pPr>
      <w:r>
        <w:t xml:space="preserve">Cost </w:t>
      </w:r>
      <w:r w:rsidR="0008343D">
        <w:t xml:space="preserve">tracking and </w:t>
      </w:r>
      <w:r>
        <w:t xml:space="preserve">control, </w:t>
      </w:r>
      <w:r w:rsidR="00A92A17">
        <w:t>bud</w:t>
      </w:r>
      <w:r>
        <w:t xml:space="preserve">gets, financial analysis and reporting. </w:t>
      </w:r>
    </w:p>
    <w:p w:rsidR="00D05C6E" w:rsidRDefault="00D05C6E" w:rsidP="00BC667A">
      <w:pPr>
        <w:numPr>
          <w:ilvl w:val="0"/>
          <w:numId w:val="8"/>
        </w:numPr>
        <w:tabs>
          <w:tab w:val="left" w:pos="2224"/>
        </w:tabs>
      </w:pPr>
      <w:r>
        <w:t>Implement Cost control and well reconciliations processes. Inventory reconciliation</w:t>
      </w:r>
    </w:p>
    <w:p w:rsidR="00283EBB" w:rsidRDefault="00283EBB" w:rsidP="007856DB">
      <w:pPr>
        <w:outlineLvl w:val="0"/>
      </w:pPr>
    </w:p>
    <w:p w:rsidR="00A92A17" w:rsidRDefault="00ED4068" w:rsidP="008C634D">
      <w:pPr>
        <w:outlineLvl w:val="0"/>
        <w:rPr>
          <w:b/>
        </w:rPr>
      </w:pPr>
      <w:r w:rsidRPr="00AC6619">
        <w:rPr>
          <w:b/>
        </w:rPr>
        <w:t>Jul 2012</w:t>
      </w:r>
      <w:r w:rsidR="002951AD" w:rsidRPr="00AC6619">
        <w:rPr>
          <w:b/>
        </w:rPr>
        <w:t xml:space="preserve"> to</w:t>
      </w:r>
      <w:r w:rsidR="005D28B2" w:rsidRPr="00AC6619">
        <w:rPr>
          <w:b/>
        </w:rPr>
        <w:t xml:space="preserve"> </w:t>
      </w:r>
      <w:r w:rsidR="00E732D3" w:rsidRPr="00AC6619">
        <w:rPr>
          <w:b/>
        </w:rPr>
        <w:t>Jun</w:t>
      </w:r>
      <w:r w:rsidR="002F3BA8" w:rsidRPr="00AC6619">
        <w:rPr>
          <w:b/>
        </w:rPr>
        <w:t xml:space="preserve"> </w:t>
      </w:r>
      <w:r w:rsidR="009873E1" w:rsidRPr="00AC6619">
        <w:rPr>
          <w:b/>
        </w:rPr>
        <w:t>2013:</w:t>
      </w:r>
      <w:r w:rsidR="006A3196" w:rsidRPr="00AC6619">
        <w:rPr>
          <w:b/>
        </w:rPr>
        <w:t xml:space="preserve"> </w:t>
      </w:r>
      <w:r w:rsidR="009873E1" w:rsidRPr="00AC6619">
        <w:rPr>
          <w:b/>
        </w:rPr>
        <w:t>Project Services Manager at Baker Hughes Algeria</w:t>
      </w:r>
      <w:r w:rsidR="005D3812">
        <w:rPr>
          <w:b/>
        </w:rPr>
        <w:t xml:space="preserve"> </w:t>
      </w:r>
    </w:p>
    <w:p w:rsidR="002951AD" w:rsidRDefault="00CB62BE" w:rsidP="007856DB">
      <w:pPr>
        <w:outlineLvl w:val="0"/>
      </w:pPr>
      <w:r>
        <w:t xml:space="preserve">I </w:t>
      </w:r>
      <w:r w:rsidR="008D0CAE">
        <w:t>was</w:t>
      </w:r>
      <w:r>
        <w:t xml:space="preserve"> in </w:t>
      </w:r>
      <w:r w:rsidRPr="002951AD">
        <w:t>charge</w:t>
      </w:r>
      <w:r>
        <w:t xml:space="preserve"> of m</w:t>
      </w:r>
      <w:r w:rsidR="00EC46A5">
        <w:t>anagement of all contract</w:t>
      </w:r>
      <w:r w:rsidR="00BC667A">
        <w:t>ual and</w:t>
      </w:r>
      <w:r w:rsidR="00EC46A5">
        <w:t xml:space="preserve"> </w:t>
      </w:r>
      <w:r w:rsidR="00BC667A">
        <w:t xml:space="preserve">financial </w:t>
      </w:r>
      <w:r w:rsidR="00EC46A5">
        <w:t>aspects of</w:t>
      </w:r>
      <w:r w:rsidR="00D2179B">
        <w:t xml:space="preserve"> </w:t>
      </w:r>
      <w:r>
        <w:t>an integrated</w:t>
      </w:r>
      <w:r w:rsidR="00D2179B">
        <w:t xml:space="preserve"> project</w:t>
      </w:r>
      <w:r w:rsidR="00372696">
        <w:t xml:space="preserve"> including:</w:t>
      </w:r>
    </w:p>
    <w:p w:rsidR="00BC667A" w:rsidRDefault="00A92A17" w:rsidP="00BC667A">
      <w:pPr>
        <w:numPr>
          <w:ilvl w:val="0"/>
          <w:numId w:val="8"/>
        </w:numPr>
        <w:tabs>
          <w:tab w:val="left" w:pos="2224"/>
        </w:tabs>
      </w:pPr>
      <w:r>
        <w:t>Implementation</w:t>
      </w:r>
      <w:r w:rsidR="00BC667A">
        <w:t xml:space="preserve"> of reporting policy related to the project, including planning, up to date operations reports, variances analysis reports, </w:t>
      </w:r>
      <w:r w:rsidR="0030481D">
        <w:t>c</w:t>
      </w:r>
      <w:r w:rsidR="00BC667A">
        <w:t>ontracts consumption reports</w:t>
      </w:r>
    </w:p>
    <w:p w:rsidR="00E00ABB" w:rsidRDefault="00E00ABB" w:rsidP="007B3348">
      <w:pPr>
        <w:numPr>
          <w:ilvl w:val="0"/>
          <w:numId w:val="8"/>
        </w:numPr>
        <w:tabs>
          <w:tab w:val="left" w:pos="2224"/>
        </w:tabs>
      </w:pPr>
      <w:r>
        <w:t xml:space="preserve">AFE and budget for </w:t>
      </w:r>
      <w:r w:rsidR="009873E1">
        <w:t>d</w:t>
      </w:r>
      <w:r>
        <w:t>rilling campaign</w:t>
      </w:r>
    </w:p>
    <w:p w:rsidR="006E14DE" w:rsidRPr="00D05C6E" w:rsidRDefault="0030481D" w:rsidP="00990A8B">
      <w:pPr>
        <w:pStyle w:val="Paragraphedeliste"/>
        <w:numPr>
          <w:ilvl w:val="0"/>
          <w:numId w:val="35"/>
        </w:numPr>
        <w:tabs>
          <w:tab w:val="left" w:pos="2224"/>
        </w:tabs>
        <w:rPr>
          <w:rFonts w:cs="Arial"/>
        </w:rPr>
      </w:pPr>
      <w:r>
        <w:t xml:space="preserve">Supervision of an </w:t>
      </w:r>
      <w:r w:rsidR="003730B0">
        <w:t>AR</w:t>
      </w:r>
      <w:r>
        <w:t xml:space="preserve"> an </w:t>
      </w:r>
      <w:r w:rsidR="00836F5D">
        <w:t>AP</w:t>
      </w:r>
      <w:r>
        <w:t xml:space="preserve"> executives.</w:t>
      </w:r>
    </w:p>
    <w:p w:rsidR="00D05C6E" w:rsidRPr="00F879F2" w:rsidRDefault="00D05C6E" w:rsidP="00990A8B">
      <w:pPr>
        <w:pStyle w:val="Paragraphedeliste"/>
        <w:numPr>
          <w:ilvl w:val="0"/>
          <w:numId w:val="35"/>
        </w:numPr>
        <w:tabs>
          <w:tab w:val="left" w:pos="2224"/>
        </w:tabs>
        <w:rPr>
          <w:rFonts w:cs="Arial"/>
        </w:rPr>
      </w:pPr>
      <w:r>
        <w:t xml:space="preserve">Implement Cost control and well reconciliations processes. Inventory </w:t>
      </w:r>
      <w:r w:rsidR="0008343D">
        <w:t>reconciliation</w:t>
      </w:r>
    </w:p>
    <w:p w:rsidR="00CB62BE" w:rsidRDefault="00CB62BE" w:rsidP="00CB62BE">
      <w:pPr>
        <w:outlineLvl w:val="0"/>
      </w:pPr>
    </w:p>
    <w:p w:rsidR="00990A8B" w:rsidRPr="00AC6619" w:rsidRDefault="008C634D" w:rsidP="008C634D">
      <w:pPr>
        <w:outlineLvl w:val="0"/>
        <w:rPr>
          <w:b/>
        </w:rPr>
      </w:pPr>
      <w:r w:rsidRPr="00AC6619">
        <w:rPr>
          <w:b/>
        </w:rPr>
        <w:t>Feb</w:t>
      </w:r>
      <w:r w:rsidR="00FF6ECC" w:rsidRPr="00AC6619">
        <w:rPr>
          <w:b/>
        </w:rPr>
        <w:t xml:space="preserve"> 2008 t</w:t>
      </w:r>
      <w:r w:rsidR="005D3812">
        <w:rPr>
          <w:b/>
        </w:rPr>
        <w:t>o</w:t>
      </w:r>
      <w:r w:rsidR="00FF6ECC" w:rsidRPr="00AC6619">
        <w:rPr>
          <w:b/>
        </w:rPr>
        <w:t xml:space="preserve"> </w:t>
      </w:r>
      <w:r w:rsidR="004A0F39" w:rsidRPr="00AC6619">
        <w:rPr>
          <w:b/>
        </w:rPr>
        <w:t>Dec 2011</w:t>
      </w:r>
      <w:r w:rsidR="00CB62BE" w:rsidRPr="00AC6619">
        <w:rPr>
          <w:b/>
        </w:rPr>
        <w:t xml:space="preserve">: </w:t>
      </w:r>
      <w:r w:rsidR="00247B3E">
        <w:rPr>
          <w:b/>
        </w:rPr>
        <w:t>Drilling Accounta</w:t>
      </w:r>
      <w:r w:rsidR="00673F71">
        <w:rPr>
          <w:b/>
        </w:rPr>
        <w:t>n</w:t>
      </w:r>
      <w:r w:rsidR="00247B3E">
        <w:rPr>
          <w:b/>
        </w:rPr>
        <w:t>t</w:t>
      </w:r>
      <w:r w:rsidR="00CB62BE" w:rsidRPr="00AC6619">
        <w:rPr>
          <w:b/>
        </w:rPr>
        <w:t xml:space="preserve"> at </w:t>
      </w:r>
      <w:r w:rsidR="008A59E3" w:rsidRPr="00AC6619">
        <w:rPr>
          <w:b/>
        </w:rPr>
        <w:t>Britis</w:t>
      </w:r>
      <w:r w:rsidR="00CB62BE" w:rsidRPr="00AC6619">
        <w:rPr>
          <w:b/>
        </w:rPr>
        <w:t xml:space="preserve">h Gas </w:t>
      </w:r>
      <w:r w:rsidR="00990A8B" w:rsidRPr="00AC6619">
        <w:rPr>
          <w:b/>
        </w:rPr>
        <w:t>–Algeria</w:t>
      </w:r>
    </w:p>
    <w:p w:rsidR="006F271D" w:rsidRDefault="00CB62BE" w:rsidP="0054507A">
      <w:pPr>
        <w:outlineLvl w:val="0"/>
      </w:pPr>
      <w:r>
        <w:t xml:space="preserve">I </w:t>
      </w:r>
      <w:r w:rsidR="008D0CAE">
        <w:t>was</w:t>
      </w:r>
      <w:r>
        <w:t xml:space="preserve"> in </w:t>
      </w:r>
      <w:r w:rsidR="00A841B6">
        <w:t>c</w:t>
      </w:r>
      <w:r w:rsidR="00FF6ECC" w:rsidRPr="0097177D">
        <w:t>harge of:</w:t>
      </w:r>
      <w:r w:rsidR="00D2179B">
        <w:t xml:space="preserve"> Follow up of all </w:t>
      </w:r>
      <w:r w:rsidR="00990A8B">
        <w:t>project</w:t>
      </w:r>
      <w:r w:rsidR="00D2179B">
        <w:t xml:space="preserve"> </w:t>
      </w:r>
      <w:r w:rsidR="0030481D">
        <w:t>planning and costs including</w:t>
      </w:r>
      <w:r w:rsidR="006E14DE">
        <w:t>:</w:t>
      </w:r>
    </w:p>
    <w:p w:rsidR="004321FC" w:rsidRDefault="0030481D" w:rsidP="004321FC">
      <w:pPr>
        <w:numPr>
          <w:ilvl w:val="0"/>
          <w:numId w:val="8"/>
        </w:numPr>
        <w:tabs>
          <w:tab w:val="left" w:pos="2224"/>
        </w:tabs>
        <w:jc w:val="both"/>
      </w:pPr>
      <w:r>
        <w:rPr>
          <w:bCs/>
          <w:iCs/>
        </w:rPr>
        <w:t>I</w:t>
      </w:r>
      <w:r w:rsidR="00E557CF" w:rsidRPr="00443B61">
        <w:rPr>
          <w:bCs/>
          <w:iCs/>
        </w:rPr>
        <w:t>nternal controls</w:t>
      </w:r>
      <w:r w:rsidR="00443B61" w:rsidRPr="00443B61">
        <w:rPr>
          <w:bCs/>
          <w:iCs/>
        </w:rPr>
        <w:t xml:space="preserve">, </w:t>
      </w:r>
      <w:r w:rsidR="00415410">
        <w:rPr>
          <w:bCs/>
          <w:iCs/>
        </w:rPr>
        <w:t>r</w:t>
      </w:r>
      <w:r w:rsidR="00F83305">
        <w:t>eporting</w:t>
      </w:r>
      <w:r w:rsidR="006F271D" w:rsidRPr="00B321A5">
        <w:t xml:space="preserve"> </w:t>
      </w:r>
      <w:r w:rsidR="00443B61">
        <w:t>pack</w:t>
      </w:r>
      <w:r w:rsidR="00372696">
        <w:t>s</w:t>
      </w:r>
      <w:r w:rsidR="00836F5D">
        <w:t>, closing</w:t>
      </w:r>
      <w:r>
        <w:t xml:space="preserve">, </w:t>
      </w:r>
      <w:r w:rsidR="009873E1">
        <w:rPr>
          <w:bCs/>
          <w:iCs/>
        </w:rPr>
        <w:t>c</w:t>
      </w:r>
      <w:r w:rsidRPr="00443B61">
        <w:rPr>
          <w:bCs/>
          <w:iCs/>
        </w:rPr>
        <w:t>ost analysis</w:t>
      </w:r>
      <w:r w:rsidR="004321FC">
        <w:rPr>
          <w:bCs/>
          <w:iCs/>
        </w:rPr>
        <w:t xml:space="preserve">, </w:t>
      </w:r>
      <w:r w:rsidR="004321FC">
        <w:t xml:space="preserve">AFE and budget </w:t>
      </w:r>
    </w:p>
    <w:p w:rsidR="00DD378D" w:rsidRPr="005442B6" w:rsidRDefault="00DD378D" w:rsidP="00DD378D">
      <w:pPr>
        <w:pStyle w:val="Paragraphedeliste"/>
        <w:numPr>
          <w:ilvl w:val="0"/>
          <w:numId w:val="8"/>
        </w:numPr>
        <w:outlineLvl w:val="0"/>
      </w:pPr>
      <w:r>
        <w:t>Responsible for full accounting and closing of the drilling project</w:t>
      </w:r>
    </w:p>
    <w:p w:rsidR="0030481D" w:rsidRDefault="0030481D" w:rsidP="00443B61">
      <w:pPr>
        <w:numPr>
          <w:ilvl w:val="0"/>
          <w:numId w:val="8"/>
        </w:numPr>
        <w:tabs>
          <w:tab w:val="left" w:pos="2224"/>
        </w:tabs>
        <w:jc w:val="both"/>
      </w:pPr>
      <w:r>
        <w:rPr>
          <w:bCs/>
          <w:iCs/>
        </w:rPr>
        <w:t>End of well closing report, including lessons learnt.</w:t>
      </w:r>
    </w:p>
    <w:p w:rsidR="00836F5D" w:rsidRDefault="00836F5D" w:rsidP="00D2179B">
      <w:pPr>
        <w:numPr>
          <w:ilvl w:val="0"/>
          <w:numId w:val="8"/>
        </w:numPr>
        <w:jc w:val="both"/>
        <w:rPr>
          <w:bCs/>
          <w:iCs/>
        </w:rPr>
      </w:pPr>
      <w:r>
        <w:rPr>
          <w:bCs/>
          <w:iCs/>
        </w:rPr>
        <w:t xml:space="preserve">Anticipating and follow up of audit missions for </w:t>
      </w:r>
      <w:r w:rsidR="00A25E61">
        <w:rPr>
          <w:bCs/>
          <w:iCs/>
        </w:rPr>
        <w:t xml:space="preserve">partner </w:t>
      </w:r>
      <w:r>
        <w:rPr>
          <w:bCs/>
          <w:iCs/>
        </w:rPr>
        <w:t xml:space="preserve">cost recovery </w:t>
      </w:r>
      <w:r w:rsidR="006C25AC">
        <w:rPr>
          <w:bCs/>
          <w:iCs/>
        </w:rPr>
        <w:t>purpose.</w:t>
      </w:r>
    </w:p>
    <w:p w:rsidR="003B7F72" w:rsidRDefault="003B7F72" w:rsidP="00D2179B">
      <w:pPr>
        <w:numPr>
          <w:ilvl w:val="0"/>
          <w:numId w:val="8"/>
        </w:numPr>
        <w:jc w:val="both"/>
        <w:rPr>
          <w:bCs/>
          <w:iCs/>
        </w:rPr>
      </w:pPr>
      <w:r>
        <w:rPr>
          <w:bCs/>
          <w:iCs/>
        </w:rPr>
        <w:t>SES, bank rec, payment, journal entries, vendor creation, GL creation, WBS request</w:t>
      </w:r>
    </w:p>
    <w:p w:rsidR="00C17471" w:rsidRDefault="00C17471" w:rsidP="008C634D">
      <w:pPr>
        <w:outlineLvl w:val="0"/>
        <w:rPr>
          <w:b/>
        </w:rPr>
      </w:pPr>
    </w:p>
    <w:p w:rsidR="008A59E3" w:rsidRPr="00AC6619" w:rsidRDefault="00FF6ECC" w:rsidP="008C634D">
      <w:pPr>
        <w:outlineLvl w:val="0"/>
        <w:rPr>
          <w:b/>
        </w:rPr>
      </w:pPr>
      <w:r w:rsidRPr="00AC6619">
        <w:rPr>
          <w:b/>
        </w:rPr>
        <w:t xml:space="preserve">Apr 2006 </w:t>
      </w:r>
      <w:r w:rsidR="005D3812">
        <w:rPr>
          <w:b/>
        </w:rPr>
        <w:t xml:space="preserve">to </w:t>
      </w:r>
      <w:r w:rsidRPr="00AC6619">
        <w:rPr>
          <w:b/>
        </w:rPr>
        <w:t>Dec 2007</w:t>
      </w:r>
      <w:r w:rsidR="00990A8B" w:rsidRPr="00AC6619">
        <w:rPr>
          <w:b/>
        </w:rPr>
        <w:t xml:space="preserve">: </w:t>
      </w:r>
      <w:r w:rsidR="00990A8B" w:rsidRPr="00AC6619">
        <w:rPr>
          <w:b/>
          <w:bCs/>
        </w:rPr>
        <w:t>Program Associate</w:t>
      </w:r>
      <w:r w:rsidR="006A3196" w:rsidRPr="00AC6619">
        <w:rPr>
          <w:b/>
          <w:bCs/>
        </w:rPr>
        <w:t xml:space="preserve"> at</w:t>
      </w:r>
      <w:r w:rsidR="00990A8B" w:rsidRPr="00AC6619">
        <w:rPr>
          <w:b/>
          <w:bCs/>
        </w:rPr>
        <w:t xml:space="preserve"> </w:t>
      </w:r>
      <w:r w:rsidR="008A59E3" w:rsidRPr="00AC6619">
        <w:rPr>
          <w:b/>
        </w:rPr>
        <w:t xml:space="preserve">United Nations Development Program </w:t>
      </w:r>
    </w:p>
    <w:p w:rsidR="00FF6ECC" w:rsidRPr="006E14DE" w:rsidRDefault="00990A8B" w:rsidP="00213E47">
      <w:pPr>
        <w:outlineLvl w:val="0"/>
      </w:pPr>
      <w:r>
        <w:t xml:space="preserve">I </w:t>
      </w:r>
      <w:r w:rsidR="008D0CAE">
        <w:t>was</w:t>
      </w:r>
      <w:r>
        <w:t xml:space="preserve"> in charge of management of all financial aspects</w:t>
      </w:r>
      <w:r w:rsidRPr="006E14DE">
        <w:t xml:space="preserve"> </w:t>
      </w:r>
      <w:r>
        <w:t xml:space="preserve">for different </w:t>
      </w:r>
      <w:r w:rsidR="00213E47" w:rsidRPr="006E14DE">
        <w:t>portfolios</w:t>
      </w:r>
      <w:r w:rsidR="00F260C1" w:rsidRPr="006E14DE">
        <w:t xml:space="preserve"> (including 07 projects) </w:t>
      </w:r>
    </w:p>
    <w:p w:rsidR="00FF6ECC" w:rsidRDefault="00990A8B">
      <w:pPr>
        <w:tabs>
          <w:tab w:val="left" w:pos="2224"/>
        </w:tabs>
        <w:outlineLvl w:val="0"/>
      </w:pPr>
      <w:r>
        <w:t>Including:</w:t>
      </w:r>
    </w:p>
    <w:p w:rsidR="00D05C6E" w:rsidRPr="00C17163" w:rsidRDefault="00D05C6E" w:rsidP="00D05C6E">
      <w:pPr>
        <w:pStyle w:val="Paragraphedeliste"/>
        <w:numPr>
          <w:ilvl w:val="0"/>
          <w:numId w:val="41"/>
        </w:numPr>
        <w:tabs>
          <w:tab w:val="left" w:pos="2224"/>
        </w:tabs>
        <w:outlineLvl w:val="0"/>
      </w:pPr>
      <w:r>
        <w:t>Implement Cost control and well reconciliations processes. Inventory reconciliation</w:t>
      </w:r>
    </w:p>
    <w:p w:rsidR="00FF6ECC" w:rsidRDefault="006E14DE" w:rsidP="00213E47">
      <w:pPr>
        <w:numPr>
          <w:ilvl w:val="0"/>
          <w:numId w:val="8"/>
        </w:numPr>
        <w:tabs>
          <w:tab w:val="left" w:pos="2224"/>
        </w:tabs>
      </w:pPr>
      <w:r>
        <w:t>B</w:t>
      </w:r>
      <w:r w:rsidR="00FF6ECC" w:rsidRPr="00C17163">
        <w:t>udgets</w:t>
      </w:r>
      <w:r w:rsidR="00836F5D">
        <w:t xml:space="preserve"> and </w:t>
      </w:r>
      <w:r w:rsidR="00213E47">
        <w:t>p</w:t>
      </w:r>
      <w:r w:rsidR="00FF6ECC" w:rsidRPr="00C17163">
        <w:t>rograms with partners projec</w:t>
      </w:r>
      <w:r w:rsidR="00FF6ECC">
        <w:t>t</w:t>
      </w:r>
      <w:r w:rsidR="00FF6ECC" w:rsidRPr="00C17163">
        <w:t>’s staff</w:t>
      </w:r>
    </w:p>
    <w:p w:rsidR="00FF6ECC" w:rsidRPr="00C17163" w:rsidRDefault="00FF6ECC">
      <w:pPr>
        <w:numPr>
          <w:ilvl w:val="0"/>
          <w:numId w:val="8"/>
        </w:numPr>
        <w:tabs>
          <w:tab w:val="left" w:pos="2224"/>
        </w:tabs>
        <w:rPr>
          <w:lang w:val="en-US"/>
        </w:rPr>
      </w:pPr>
      <w:r>
        <w:t>B</w:t>
      </w:r>
      <w:r w:rsidRPr="00C17163">
        <w:t>udgets and financial data revision (report of expenses and delivery)</w:t>
      </w:r>
    </w:p>
    <w:p w:rsidR="00C8520C" w:rsidRDefault="00836F5D" w:rsidP="0028144C">
      <w:pPr>
        <w:numPr>
          <w:ilvl w:val="0"/>
          <w:numId w:val="8"/>
        </w:numPr>
        <w:tabs>
          <w:tab w:val="left" w:pos="2224"/>
        </w:tabs>
      </w:pPr>
      <w:r>
        <w:t>P</w:t>
      </w:r>
      <w:r w:rsidR="00FF6ECC" w:rsidRPr="00C17163">
        <w:t xml:space="preserve">rojects </w:t>
      </w:r>
      <w:r>
        <w:t>closing process</w:t>
      </w:r>
      <w:r w:rsidR="00D05C6E">
        <w:t xml:space="preserve"> including end of well reports and wells closing</w:t>
      </w:r>
      <w:r w:rsidR="00C8520C">
        <w:t xml:space="preserve"> </w:t>
      </w:r>
    </w:p>
    <w:p w:rsidR="004315B4" w:rsidRDefault="00836F5D" w:rsidP="0028144C">
      <w:pPr>
        <w:numPr>
          <w:ilvl w:val="0"/>
          <w:numId w:val="8"/>
        </w:numPr>
        <w:tabs>
          <w:tab w:val="left" w:pos="2224"/>
        </w:tabs>
      </w:pPr>
      <w:r>
        <w:t>P</w:t>
      </w:r>
      <w:r w:rsidR="004315B4">
        <w:t>repar</w:t>
      </w:r>
      <w:r w:rsidR="00FB7B8B">
        <w:t xml:space="preserve">ation </w:t>
      </w:r>
      <w:r>
        <w:t xml:space="preserve">and follow up </w:t>
      </w:r>
      <w:r w:rsidR="00FB7B8B">
        <w:t>of a</w:t>
      </w:r>
      <w:r w:rsidR="004315B4">
        <w:t>uditing missions</w:t>
      </w:r>
      <w:r w:rsidR="006E14DE">
        <w:t xml:space="preserve"> for </w:t>
      </w:r>
      <w:r w:rsidR="00A25E61">
        <w:t xml:space="preserve">partner </w:t>
      </w:r>
      <w:r w:rsidR="006E14DE">
        <w:t>cost recovery purpose</w:t>
      </w:r>
    </w:p>
    <w:p w:rsidR="00BF61B7" w:rsidRDefault="00BF61B7">
      <w:pPr>
        <w:tabs>
          <w:tab w:val="left" w:pos="2224"/>
        </w:tabs>
        <w:ind w:left="660"/>
      </w:pPr>
    </w:p>
    <w:p w:rsidR="00990A8B" w:rsidRPr="00AC6619" w:rsidRDefault="00FF6ECC" w:rsidP="008C634D">
      <w:pPr>
        <w:tabs>
          <w:tab w:val="left" w:pos="0"/>
          <w:tab w:val="left" w:pos="2224"/>
        </w:tabs>
        <w:outlineLvl w:val="0"/>
        <w:rPr>
          <w:b/>
        </w:rPr>
      </w:pPr>
      <w:r w:rsidRPr="00AC6619">
        <w:rPr>
          <w:b/>
        </w:rPr>
        <w:t xml:space="preserve">Mar 2003 </w:t>
      </w:r>
      <w:r w:rsidR="005D3812">
        <w:rPr>
          <w:b/>
        </w:rPr>
        <w:t>to D</w:t>
      </w:r>
      <w:r w:rsidR="00A610EC" w:rsidRPr="00AC6619">
        <w:rPr>
          <w:b/>
        </w:rPr>
        <w:t>ec 2005</w:t>
      </w:r>
      <w:r w:rsidR="00990A8B" w:rsidRPr="00AC6619">
        <w:rPr>
          <w:b/>
        </w:rPr>
        <w:t xml:space="preserve">: </w:t>
      </w:r>
      <w:r w:rsidR="00990A8B" w:rsidRPr="00AC6619">
        <w:rPr>
          <w:b/>
          <w:bCs/>
        </w:rPr>
        <w:t xml:space="preserve">Treasury </w:t>
      </w:r>
      <w:r w:rsidR="008C634D" w:rsidRPr="00AC6619">
        <w:rPr>
          <w:b/>
          <w:bCs/>
        </w:rPr>
        <w:t>Accountant at</w:t>
      </w:r>
      <w:r w:rsidR="00990A8B" w:rsidRPr="00AC6619">
        <w:rPr>
          <w:b/>
          <w:bCs/>
        </w:rPr>
        <w:t xml:space="preserve"> </w:t>
      </w:r>
      <w:r w:rsidR="00F260C1" w:rsidRPr="00AC6619">
        <w:rPr>
          <w:b/>
        </w:rPr>
        <w:t>Halliburton</w:t>
      </w:r>
      <w:r w:rsidR="002F3BA8" w:rsidRPr="00AC6619">
        <w:rPr>
          <w:b/>
        </w:rPr>
        <w:t xml:space="preserve"> Energy Services</w:t>
      </w:r>
      <w:r w:rsidR="008F597C" w:rsidRPr="00AC6619">
        <w:rPr>
          <w:b/>
        </w:rPr>
        <w:t xml:space="preserve"> </w:t>
      </w:r>
    </w:p>
    <w:p w:rsidR="002F3BA8" w:rsidRDefault="00990A8B" w:rsidP="00990A8B">
      <w:pPr>
        <w:tabs>
          <w:tab w:val="left" w:pos="0"/>
          <w:tab w:val="left" w:pos="2224"/>
        </w:tabs>
        <w:outlineLvl w:val="0"/>
      </w:pPr>
      <w:r>
        <w:t xml:space="preserve">I </w:t>
      </w:r>
      <w:r w:rsidR="008D0CAE">
        <w:t>was</w:t>
      </w:r>
      <w:r>
        <w:t xml:space="preserve"> in </w:t>
      </w:r>
      <w:r w:rsidR="002F3BA8" w:rsidRPr="00C17163">
        <w:t xml:space="preserve">charge </w:t>
      </w:r>
      <w:r w:rsidR="004D396C" w:rsidRPr="00C17163">
        <w:t>of:</w:t>
      </w:r>
      <w:r w:rsidR="004D396C">
        <w:t xml:space="preserve"> Account payable and treasury</w:t>
      </w:r>
      <w:r>
        <w:t xml:space="preserve"> including:</w:t>
      </w:r>
    </w:p>
    <w:p w:rsidR="00E3741F" w:rsidRDefault="006E14DE" w:rsidP="00E3741F">
      <w:pPr>
        <w:numPr>
          <w:ilvl w:val="0"/>
          <w:numId w:val="1"/>
        </w:numPr>
      </w:pPr>
      <w:r>
        <w:t>F</w:t>
      </w:r>
      <w:r w:rsidR="00E3741F" w:rsidRPr="00C17163">
        <w:t xml:space="preserve">inancial reports to </w:t>
      </w:r>
      <w:r w:rsidR="00E557CF">
        <w:t>m</w:t>
      </w:r>
      <w:r w:rsidR="00E3741F" w:rsidRPr="00C17163">
        <w:t>anagement (</w:t>
      </w:r>
      <w:r w:rsidR="00E557CF">
        <w:t>a</w:t>
      </w:r>
      <w:r w:rsidR="00E3741F" w:rsidRPr="00C17163">
        <w:t>ccruals-</w:t>
      </w:r>
      <w:r w:rsidR="00E557CF">
        <w:t>s</w:t>
      </w:r>
      <w:r w:rsidR="00E3741F" w:rsidRPr="00C17163">
        <w:t>alaries costs, headcounts…)</w:t>
      </w:r>
    </w:p>
    <w:p w:rsidR="004321FC" w:rsidRPr="00C17163" w:rsidRDefault="004321FC" w:rsidP="004321FC">
      <w:pPr>
        <w:numPr>
          <w:ilvl w:val="0"/>
          <w:numId w:val="1"/>
        </w:numPr>
      </w:pPr>
      <w:r>
        <w:t>Cash book,</w:t>
      </w:r>
      <w:r w:rsidRPr="00C17163">
        <w:t xml:space="preserve"> petty cash</w:t>
      </w:r>
      <w:r>
        <w:t xml:space="preserve"> and AP.</w:t>
      </w:r>
    </w:p>
    <w:p w:rsidR="004D396C" w:rsidRDefault="00E3741F" w:rsidP="004D396C">
      <w:pPr>
        <w:numPr>
          <w:ilvl w:val="0"/>
          <w:numId w:val="1"/>
        </w:numPr>
      </w:pPr>
      <w:r>
        <w:t xml:space="preserve">Payroll and </w:t>
      </w:r>
      <w:r w:rsidR="00E557CF">
        <w:t>b</w:t>
      </w:r>
      <w:r>
        <w:t>enefits</w:t>
      </w:r>
      <w:r w:rsidR="004D396C">
        <w:t xml:space="preserve"> Cost estimation for different departments.</w:t>
      </w:r>
    </w:p>
    <w:p w:rsidR="003B7F72" w:rsidRDefault="003B7F72" w:rsidP="004D396C">
      <w:pPr>
        <w:numPr>
          <w:ilvl w:val="0"/>
          <w:numId w:val="1"/>
        </w:numPr>
      </w:pPr>
      <w:r>
        <w:t>SES, payment process, vendor creation, GL reconciliation, journal entries</w:t>
      </w:r>
    </w:p>
    <w:p w:rsidR="00D849E4" w:rsidRDefault="00D849E4">
      <w:pPr>
        <w:ind w:left="660" w:hanging="660"/>
      </w:pPr>
    </w:p>
    <w:p w:rsidR="004D396C" w:rsidRPr="00AC6619" w:rsidRDefault="00FB7B8B" w:rsidP="008C634D">
      <w:pPr>
        <w:rPr>
          <w:b/>
        </w:rPr>
      </w:pPr>
      <w:r w:rsidRPr="00AC6619">
        <w:rPr>
          <w:b/>
        </w:rPr>
        <w:t>Mar</w:t>
      </w:r>
      <w:r w:rsidR="005D3812">
        <w:rPr>
          <w:b/>
        </w:rPr>
        <w:t xml:space="preserve"> </w:t>
      </w:r>
      <w:r w:rsidRPr="00AC6619">
        <w:rPr>
          <w:b/>
        </w:rPr>
        <w:t>2002</w:t>
      </w:r>
      <w:r w:rsidR="005D3812">
        <w:rPr>
          <w:b/>
        </w:rPr>
        <w:t xml:space="preserve"> to </w:t>
      </w:r>
      <w:r w:rsidRPr="00AC6619">
        <w:rPr>
          <w:b/>
        </w:rPr>
        <w:t>Feb 2003</w:t>
      </w:r>
      <w:r w:rsidR="00990A8B" w:rsidRPr="00AC6619">
        <w:rPr>
          <w:b/>
        </w:rPr>
        <w:t>:</w:t>
      </w:r>
      <w:r w:rsidRPr="00AC6619">
        <w:rPr>
          <w:b/>
        </w:rPr>
        <w:t xml:space="preserve"> </w:t>
      </w:r>
      <w:r w:rsidR="00990A8B" w:rsidRPr="00AC6619">
        <w:rPr>
          <w:b/>
          <w:bCs/>
        </w:rPr>
        <w:t xml:space="preserve">Media Planner at </w:t>
      </w:r>
      <w:r w:rsidR="002F3BA8" w:rsidRPr="00AC6619">
        <w:rPr>
          <w:b/>
        </w:rPr>
        <w:t xml:space="preserve">Mindshare (International Media Agency) </w:t>
      </w:r>
    </w:p>
    <w:p w:rsidR="00FF6ECC" w:rsidRDefault="00990A8B">
      <w:pPr>
        <w:outlineLvl w:val="0"/>
      </w:pPr>
      <w:r>
        <w:t xml:space="preserve">I </w:t>
      </w:r>
      <w:r w:rsidR="008D0CAE">
        <w:t>was</w:t>
      </w:r>
      <w:r>
        <w:t xml:space="preserve"> in charge of b</w:t>
      </w:r>
      <w:r w:rsidR="004D396C">
        <w:t>uilding in coordination with customers, media plans strategy and follow up including;</w:t>
      </w:r>
    </w:p>
    <w:p w:rsidR="00FF6ECC" w:rsidRPr="00C17163" w:rsidRDefault="00FB7B8B" w:rsidP="00FB7B8B">
      <w:pPr>
        <w:numPr>
          <w:ilvl w:val="0"/>
          <w:numId w:val="2"/>
        </w:numPr>
      </w:pPr>
      <w:r>
        <w:t>Developing</w:t>
      </w:r>
      <w:r w:rsidR="00FF6ECC" w:rsidRPr="00C17163">
        <w:t xml:space="preserve"> media plans</w:t>
      </w:r>
      <w:r w:rsidR="003730B0" w:rsidRPr="003730B0">
        <w:t xml:space="preserve"> </w:t>
      </w:r>
      <w:r w:rsidR="003730B0">
        <w:t xml:space="preserve">&amp; </w:t>
      </w:r>
      <w:r w:rsidR="003730B0" w:rsidRPr="00C17163">
        <w:t>media budgets</w:t>
      </w:r>
      <w:r w:rsidR="00FF6ECC" w:rsidRPr="00C17163">
        <w:t xml:space="preserve"> for different customers</w:t>
      </w:r>
      <w:r w:rsidR="00E557CF">
        <w:t>.</w:t>
      </w:r>
    </w:p>
    <w:p w:rsidR="00FF6ECC" w:rsidRDefault="00FF6ECC">
      <w:pPr>
        <w:numPr>
          <w:ilvl w:val="0"/>
          <w:numId w:val="2"/>
        </w:numPr>
      </w:pPr>
      <w:r w:rsidRPr="00C17163">
        <w:t>Following and updating media plans and their execution</w:t>
      </w:r>
      <w:r w:rsidR="00E557CF">
        <w:t>.</w:t>
      </w:r>
    </w:p>
    <w:p w:rsidR="00FF6ECC" w:rsidRDefault="004D396C">
      <w:pPr>
        <w:numPr>
          <w:ilvl w:val="0"/>
          <w:numId w:val="2"/>
        </w:numPr>
      </w:pPr>
      <w:r>
        <w:t>Continuous</w:t>
      </w:r>
      <w:r w:rsidR="00FF6ECC" w:rsidRPr="00C17163">
        <w:t xml:space="preserve"> prospect</w:t>
      </w:r>
      <w:r>
        <w:t>ion of</w:t>
      </w:r>
      <w:r w:rsidR="00FF6ECC" w:rsidRPr="00C17163">
        <w:t xml:space="preserve"> new </w:t>
      </w:r>
      <w:r>
        <w:t xml:space="preserve">media </w:t>
      </w:r>
      <w:r w:rsidR="00FF6ECC" w:rsidRPr="00C17163">
        <w:t>services for customers</w:t>
      </w:r>
      <w:r w:rsidR="00E557CF">
        <w:t>.</w:t>
      </w:r>
    </w:p>
    <w:p w:rsidR="002472DB" w:rsidRPr="00C17163" w:rsidRDefault="002472DB" w:rsidP="002472DB">
      <w:pPr>
        <w:ind w:left="720"/>
      </w:pPr>
    </w:p>
    <w:p w:rsidR="00FF6ECC" w:rsidRPr="00AC6619" w:rsidRDefault="00FF6ECC" w:rsidP="00AC6619">
      <w:pPr>
        <w:rPr>
          <w:b/>
        </w:rPr>
      </w:pPr>
      <w:r w:rsidRPr="00AC6619">
        <w:rPr>
          <w:b/>
        </w:rPr>
        <w:t>Jul 200</w:t>
      </w:r>
      <w:r w:rsidR="00DB7F0B" w:rsidRPr="00AC6619">
        <w:rPr>
          <w:b/>
        </w:rPr>
        <w:t>0</w:t>
      </w:r>
      <w:r w:rsidR="005D3812">
        <w:rPr>
          <w:b/>
        </w:rPr>
        <w:t xml:space="preserve"> to </w:t>
      </w:r>
      <w:r w:rsidR="00DB7F0B" w:rsidRPr="00AC6619">
        <w:rPr>
          <w:b/>
        </w:rPr>
        <w:t>Mar</w:t>
      </w:r>
      <w:r w:rsidR="005D3812">
        <w:rPr>
          <w:b/>
        </w:rPr>
        <w:t xml:space="preserve"> </w:t>
      </w:r>
      <w:r w:rsidRPr="00AC6619">
        <w:rPr>
          <w:b/>
        </w:rPr>
        <w:t xml:space="preserve">2002: </w:t>
      </w:r>
      <w:r w:rsidR="00830910">
        <w:rPr>
          <w:b/>
        </w:rPr>
        <w:t xml:space="preserve">Sales </w:t>
      </w:r>
      <w:r w:rsidR="004321FC">
        <w:rPr>
          <w:b/>
        </w:rPr>
        <w:t>coordinator</w:t>
      </w:r>
      <w:r w:rsidR="00990A8B" w:rsidRPr="00AC6619">
        <w:rPr>
          <w:b/>
        </w:rPr>
        <w:t xml:space="preserve"> at </w:t>
      </w:r>
      <w:r w:rsidR="002F3BA8" w:rsidRPr="00AC6619">
        <w:rPr>
          <w:b/>
        </w:rPr>
        <w:t xml:space="preserve">Candia </w:t>
      </w:r>
      <w:r w:rsidR="00C35538" w:rsidRPr="00AC6619">
        <w:rPr>
          <w:b/>
        </w:rPr>
        <w:t>- Food Industry -</w:t>
      </w:r>
      <w:r w:rsidR="002F3BA8" w:rsidRPr="00AC6619">
        <w:rPr>
          <w:b/>
        </w:rPr>
        <w:t xml:space="preserve"> Algiers</w:t>
      </w:r>
      <w:r w:rsidR="00E557CF" w:rsidRPr="00AC6619">
        <w:rPr>
          <w:b/>
        </w:rPr>
        <w:t xml:space="preserve"> </w:t>
      </w:r>
    </w:p>
    <w:p w:rsidR="00FF6ECC" w:rsidRDefault="008C634D">
      <w:pPr>
        <w:outlineLvl w:val="0"/>
      </w:pPr>
      <w:r>
        <w:lastRenderedPageBreak/>
        <w:t xml:space="preserve">I </w:t>
      </w:r>
      <w:r w:rsidR="008D0CAE">
        <w:t>was</w:t>
      </w:r>
      <w:r>
        <w:t xml:space="preserve"> in charge of</w:t>
      </w:r>
      <w:r w:rsidR="004010B3">
        <w:t>:</w:t>
      </w:r>
      <w:r w:rsidR="003730B0">
        <w:t xml:space="preserve"> </w:t>
      </w:r>
    </w:p>
    <w:p w:rsidR="00830910" w:rsidRPr="00830910" w:rsidRDefault="00830910" w:rsidP="00830910">
      <w:pPr>
        <w:numPr>
          <w:ilvl w:val="0"/>
          <w:numId w:val="3"/>
        </w:numPr>
      </w:pPr>
      <w:r w:rsidRPr="00830910">
        <w:t>Preparation and monitoring of the sales dashboard</w:t>
      </w:r>
    </w:p>
    <w:p w:rsidR="00830910" w:rsidRPr="00830910" w:rsidRDefault="00830910" w:rsidP="00830910">
      <w:pPr>
        <w:numPr>
          <w:ilvl w:val="0"/>
          <w:numId w:val="3"/>
        </w:numPr>
      </w:pPr>
      <w:r w:rsidRPr="00830910">
        <w:t>Monitoring of vendors' delivery schedules</w:t>
      </w:r>
      <w:r w:rsidR="004321FC">
        <w:t xml:space="preserve"> and</w:t>
      </w:r>
      <w:r w:rsidR="004321FC" w:rsidRPr="004321FC">
        <w:t xml:space="preserve"> </w:t>
      </w:r>
      <w:r w:rsidR="004321FC" w:rsidRPr="00830910">
        <w:t>customer payments</w:t>
      </w:r>
    </w:p>
    <w:p w:rsidR="00830910" w:rsidRDefault="00830910" w:rsidP="00830910">
      <w:pPr>
        <w:numPr>
          <w:ilvl w:val="0"/>
          <w:numId w:val="3"/>
        </w:numPr>
      </w:pPr>
      <w:r w:rsidRPr="00830910">
        <w:t xml:space="preserve">Forecast </w:t>
      </w:r>
      <w:r w:rsidR="004321FC">
        <w:t>of sales and variances analysis</w:t>
      </w:r>
    </w:p>
    <w:p w:rsidR="004321FC" w:rsidRPr="002472DB" w:rsidRDefault="004321FC" w:rsidP="004321FC">
      <w:pPr>
        <w:numPr>
          <w:ilvl w:val="0"/>
          <w:numId w:val="3"/>
        </w:numPr>
      </w:pPr>
      <w:r w:rsidRPr="002472DB">
        <w:t>Books Keeping (procurement – stock-purchasing-clients-salaries)</w:t>
      </w:r>
    </w:p>
    <w:p w:rsidR="004321FC" w:rsidRPr="00830910" w:rsidRDefault="004321FC" w:rsidP="004321FC">
      <w:pPr>
        <w:ind w:left="720"/>
      </w:pPr>
    </w:p>
    <w:p w:rsidR="004010B3" w:rsidRDefault="006C25AC" w:rsidP="004010B3">
      <w:pPr>
        <w:ind w:left="1920" w:hanging="1920"/>
        <w:rPr>
          <w:b/>
        </w:rPr>
      </w:pPr>
      <w:r>
        <w:rPr>
          <w:noProof/>
          <w:color w:val="0070C0"/>
          <w:sz w:val="16"/>
          <w:szCs w:val="16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1C98C" wp14:editId="553DD2A7">
                <wp:simplePos x="0" y="0"/>
                <wp:positionH relativeFrom="margin">
                  <wp:align>left</wp:align>
                </wp:positionH>
                <wp:positionV relativeFrom="paragraph">
                  <wp:posOffset>-219808</wp:posOffset>
                </wp:positionV>
                <wp:extent cx="5890260" cy="290146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2901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AC" w:rsidRPr="006C25AC" w:rsidRDefault="006C25AC" w:rsidP="006C25AC">
                            <w:pPr>
                              <w:outlineLvl w:val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6C25AC">
                              <w:rPr>
                                <w:b/>
                                <w:color w:val="000000" w:themeColor="text1"/>
                              </w:rPr>
                              <w:t xml:space="preserve">LANGUAGES </w:t>
                            </w:r>
                          </w:p>
                          <w:p w:rsidR="006C25AC" w:rsidRPr="006C25AC" w:rsidRDefault="006C25AC" w:rsidP="006C25A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1C98C" id="Rectangle 4" o:spid="_x0000_s1029" style="position:absolute;left:0;text-align:left;margin-left:0;margin-top:-17.3pt;width:463.8pt;height:22.85pt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" fillcolor="#f2f2f2 [3052]" stroked="f" strokeweight="2pt">
                <v:textbox>
                  <w:txbxContent>
                    <w:p w:rsidR="006C25AC" w:rsidRPr="006C25AC" w:rsidRDefault="006C25AC" w:rsidP="006C25AC">
                      <w:pPr>
                        <w:outlineLvl w:val="0"/>
                        <w:rPr>
                          <w:b/>
                          <w:color w:val="000000" w:themeColor="text1"/>
                        </w:rPr>
                      </w:pPr>
                      <w:r w:rsidRPr="006C25AC">
                        <w:rPr>
                          <w:b/>
                          <w:color w:val="000000" w:themeColor="text1"/>
                        </w:rPr>
                        <w:t xml:space="preserve">LANGUAGES </w:t>
                      </w:r>
                    </w:p>
                    <w:p w:rsidR="006C25AC" w:rsidRPr="006C25AC" w:rsidRDefault="006C25AC" w:rsidP="006C25AC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4507A" w:rsidRPr="0054507A" w:rsidRDefault="00FF6ECC" w:rsidP="00D15977">
      <w:pPr>
        <w:pStyle w:val="Paragraphedeliste"/>
        <w:numPr>
          <w:ilvl w:val="0"/>
          <w:numId w:val="27"/>
        </w:numPr>
        <w:tabs>
          <w:tab w:val="num" w:pos="1980"/>
        </w:tabs>
        <w:ind w:left="357" w:hanging="357"/>
        <w:outlineLvl w:val="0"/>
      </w:pPr>
      <w:r w:rsidRPr="0054507A">
        <w:t xml:space="preserve">Arabic: </w:t>
      </w:r>
      <w:r w:rsidR="00A841B6">
        <w:t xml:space="preserve">  </w:t>
      </w:r>
      <w:r w:rsidRPr="0054507A">
        <w:t>Fluent</w:t>
      </w:r>
    </w:p>
    <w:p w:rsidR="00FF6ECC" w:rsidRPr="0054507A" w:rsidRDefault="0054507A" w:rsidP="00D15977">
      <w:pPr>
        <w:pStyle w:val="Paragraphedeliste"/>
        <w:numPr>
          <w:ilvl w:val="0"/>
          <w:numId w:val="27"/>
        </w:numPr>
        <w:tabs>
          <w:tab w:val="num" w:pos="1980"/>
        </w:tabs>
        <w:ind w:left="357" w:hanging="357"/>
        <w:outlineLvl w:val="0"/>
      </w:pPr>
      <w:r w:rsidRPr="0054507A">
        <w:t xml:space="preserve">French: </w:t>
      </w:r>
      <w:r w:rsidR="00A841B6">
        <w:t xml:space="preserve"> </w:t>
      </w:r>
      <w:r w:rsidRPr="0054507A">
        <w:t xml:space="preserve">Fluent  </w:t>
      </w:r>
      <w:r w:rsidR="00FB2889">
        <w:t xml:space="preserve"> </w:t>
      </w:r>
      <w:r w:rsidRPr="0054507A">
        <w:t>DEF CERTIFICATE</w:t>
      </w:r>
    </w:p>
    <w:p w:rsidR="00FF6ECC" w:rsidRPr="0054507A" w:rsidRDefault="00FF6ECC" w:rsidP="00D15977">
      <w:pPr>
        <w:pStyle w:val="Paragraphedeliste"/>
        <w:numPr>
          <w:ilvl w:val="0"/>
          <w:numId w:val="27"/>
        </w:numPr>
        <w:tabs>
          <w:tab w:val="num" w:pos="1980"/>
        </w:tabs>
        <w:ind w:left="357" w:hanging="357"/>
        <w:outlineLvl w:val="0"/>
      </w:pPr>
      <w:r w:rsidRPr="0054507A">
        <w:t xml:space="preserve">English: </w:t>
      </w:r>
      <w:r w:rsidR="00A841B6">
        <w:t xml:space="preserve">Good  </w:t>
      </w:r>
      <w:r w:rsidR="009F3C4C" w:rsidRPr="0054507A">
        <w:t xml:space="preserve">  IELTS CERTIFICATE</w:t>
      </w:r>
    </w:p>
    <w:p w:rsidR="00B04659" w:rsidRDefault="006C25AC" w:rsidP="00D15977">
      <w:pPr>
        <w:outlineLvl w:val="0"/>
        <w:rPr>
          <w:b/>
          <w:bCs/>
        </w:rPr>
      </w:pPr>
      <w:r>
        <w:rPr>
          <w:noProof/>
          <w:color w:val="0070C0"/>
          <w:sz w:val="16"/>
          <w:szCs w:val="16"/>
          <w:u w:val="single"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A5DDD4" wp14:editId="063BF977">
                <wp:simplePos x="0" y="0"/>
                <wp:positionH relativeFrom="margin">
                  <wp:align>left</wp:align>
                </wp:positionH>
                <wp:positionV relativeFrom="paragraph">
                  <wp:posOffset>61790</wp:posOffset>
                </wp:positionV>
                <wp:extent cx="5890260" cy="28956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289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AC" w:rsidRPr="00094691" w:rsidRDefault="00094691" w:rsidP="006C25AC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94691">
                              <w:rPr>
                                <w:b/>
                                <w:color w:val="000000" w:themeColor="text1"/>
                              </w:rPr>
                              <w:t>TRAININGS, CERTIFICATIONS&amp; COMMUNITY 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5DDD4" id="Rectangle 5" o:spid="_x0000_s1030" style="position:absolute;margin-left:0;margin-top:4.85pt;width:463.8pt;height:22.8pt;z-index:251667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" fillcolor="#f2f2f2 [3052]" stroked="f" strokeweight="2pt">
                <v:textbox>
                  <w:txbxContent>
                    <w:p w:rsidR="006C25AC" w:rsidRPr="00094691" w:rsidRDefault="00094691" w:rsidP="006C25AC">
                      <w:pPr>
                        <w:rPr>
                          <w:b/>
                          <w:color w:val="000000" w:themeColor="text1"/>
                        </w:rPr>
                      </w:pPr>
                      <w:r w:rsidRPr="00094691">
                        <w:rPr>
                          <w:b/>
                          <w:color w:val="000000" w:themeColor="text1"/>
                        </w:rPr>
                        <w:t>TRAININGS, CERTIFICATIONS&amp; COMMUNITY WORK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C25AC" w:rsidRDefault="006C25AC" w:rsidP="00D15977">
      <w:pPr>
        <w:outlineLvl w:val="0"/>
        <w:rPr>
          <w:b/>
          <w:bCs/>
        </w:rPr>
      </w:pPr>
    </w:p>
    <w:p w:rsidR="006C25AC" w:rsidRDefault="006C25AC" w:rsidP="00D15977">
      <w:pPr>
        <w:outlineLvl w:val="0"/>
        <w:rPr>
          <w:b/>
          <w:bCs/>
        </w:rPr>
      </w:pPr>
    </w:p>
    <w:p w:rsidR="006C25AC" w:rsidRDefault="006C25AC" w:rsidP="00941A33">
      <w:pPr>
        <w:numPr>
          <w:ilvl w:val="0"/>
          <w:numId w:val="26"/>
        </w:numPr>
        <w:ind w:left="357" w:hanging="357"/>
        <w:outlineLvl w:val="0"/>
      </w:pPr>
      <w:r>
        <w:t>2023- Workshop  on fundraising for OSC-OBC</w:t>
      </w:r>
    </w:p>
    <w:p w:rsidR="006C25AC" w:rsidRDefault="006C25AC" w:rsidP="00941A33">
      <w:pPr>
        <w:numPr>
          <w:ilvl w:val="0"/>
          <w:numId w:val="26"/>
        </w:numPr>
        <w:ind w:left="357" w:hanging="357"/>
        <w:outlineLvl w:val="0"/>
      </w:pPr>
      <w:r>
        <w:t xml:space="preserve">2022- 8 month training and coaching with a Global fund expert on the oversight and transition management </w:t>
      </w:r>
    </w:p>
    <w:p w:rsidR="00FF6ECC" w:rsidRDefault="009F3C4C" w:rsidP="00941A33">
      <w:pPr>
        <w:numPr>
          <w:ilvl w:val="0"/>
          <w:numId w:val="26"/>
        </w:numPr>
        <w:ind w:left="357" w:hanging="357"/>
        <w:outlineLvl w:val="0"/>
      </w:pPr>
      <w:r>
        <w:t>2011 - SAP  BI Reporting</w:t>
      </w:r>
      <w:r w:rsidR="00A841B6">
        <w:t>-</w:t>
      </w:r>
      <w:r>
        <w:t>London-UK</w:t>
      </w:r>
    </w:p>
    <w:p w:rsidR="009F3C4C" w:rsidRDefault="00A841B6" w:rsidP="00D15977">
      <w:pPr>
        <w:numPr>
          <w:ilvl w:val="0"/>
          <w:numId w:val="26"/>
        </w:numPr>
        <w:ind w:left="357" w:hanging="357"/>
        <w:outlineLvl w:val="0"/>
      </w:pPr>
      <w:r>
        <w:t>2011 - IFRS Training-Tunis-</w:t>
      </w:r>
      <w:r w:rsidR="009F3C4C">
        <w:t>Tunisia</w:t>
      </w:r>
    </w:p>
    <w:p w:rsidR="00AC24BA" w:rsidRDefault="009F3C4C" w:rsidP="00D15977">
      <w:pPr>
        <w:numPr>
          <w:ilvl w:val="0"/>
          <w:numId w:val="26"/>
        </w:numPr>
        <w:ind w:left="357" w:hanging="357"/>
        <w:outlineLvl w:val="0"/>
      </w:pPr>
      <w:r>
        <w:t xml:space="preserve">2010 </w:t>
      </w:r>
      <w:r w:rsidR="00A841B6">
        <w:t>- Well View Training-</w:t>
      </w:r>
      <w:r w:rsidR="00FB2889">
        <w:t xml:space="preserve"> planning and reporting- </w:t>
      </w:r>
      <w:r w:rsidR="00A841B6">
        <w:t>Aberdeen-</w:t>
      </w:r>
      <w:r>
        <w:t>UK</w:t>
      </w:r>
    </w:p>
    <w:p w:rsidR="00D15977" w:rsidRDefault="00D15977" w:rsidP="00D15977">
      <w:pPr>
        <w:numPr>
          <w:ilvl w:val="0"/>
          <w:numId w:val="26"/>
        </w:numPr>
        <w:ind w:left="357" w:hanging="357"/>
        <w:outlineLvl w:val="0"/>
      </w:pPr>
      <w:r>
        <w:t xml:space="preserve">2008 - </w:t>
      </w:r>
      <w:r w:rsidR="00E00ABB">
        <w:t>Project</w:t>
      </w:r>
      <w:r>
        <w:t xml:space="preserve"> </w:t>
      </w:r>
      <w:r w:rsidR="00FB2889">
        <w:t>controlling</w:t>
      </w:r>
      <w:r>
        <w:t xml:space="preserve"> </w:t>
      </w:r>
      <w:r w:rsidR="00846422">
        <w:t>w</w:t>
      </w:r>
      <w:r>
        <w:t>ork shop-London-UK</w:t>
      </w:r>
    </w:p>
    <w:p w:rsidR="00CF5226" w:rsidRDefault="00CF5226" w:rsidP="00D15977">
      <w:pPr>
        <w:numPr>
          <w:ilvl w:val="0"/>
          <w:numId w:val="26"/>
        </w:numPr>
        <w:ind w:left="357" w:hanging="357"/>
        <w:outlineLvl w:val="0"/>
      </w:pPr>
      <w:r>
        <w:t xml:space="preserve">2006 </w:t>
      </w:r>
      <w:r w:rsidR="00A841B6">
        <w:t>-</w:t>
      </w:r>
      <w:r>
        <w:t xml:space="preserve"> PRINCE 2 certification in project management –United Nations -Algiers</w:t>
      </w:r>
    </w:p>
    <w:p w:rsidR="009F3C4C" w:rsidRDefault="009F3C4C" w:rsidP="00D15977">
      <w:pPr>
        <w:numPr>
          <w:ilvl w:val="0"/>
          <w:numId w:val="26"/>
        </w:numPr>
        <w:ind w:left="357" w:hanging="357"/>
        <w:outlineLvl w:val="0"/>
      </w:pPr>
      <w:r>
        <w:t>2003</w:t>
      </w:r>
      <w:r w:rsidR="00A841B6">
        <w:t xml:space="preserve"> </w:t>
      </w:r>
      <w:r>
        <w:t>-</w:t>
      </w:r>
      <w:r w:rsidR="00A841B6">
        <w:t xml:space="preserve"> </w:t>
      </w:r>
      <w:r>
        <w:t>2011</w:t>
      </w:r>
      <w:r w:rsidR="00FB2889">
        <w:t>-Different indoor trainings in c</w:t>
      </w:r>
      <w:r>
        <w:t>ommunication</w:t>
      </w:r>
      <w:r w:rsidR="00FB2889">
        <w:t xml:space="preserve"> and l</w:t>
      </w:r>
      <w:r>
        <w:t xml:space="preserve">eadership </w:t>
      </w:r>
    </w:p>
    <w:p w:rsidR="009F3C4C" w:rsidRDefault="009F3C4C" w:rsidP="00CF7A1A">
      <w:pPr>
        <w:numPr>
          <w:ilvl w:val="0"/>
          <w:numId w:val="26"/>
        </w:numPr>
        <w:ind w:left="357" w:hanging="357"/>
        <w:outlineLvl w:val="0"/>
      </w:pPr>
      <w:r>
        <w:t>2003</w:t>
      </w:r>
      <w:r w:rsidR="00A841B6">
        <w:t xml:space="preserve"> </w:t>
      </w:r>
      <w:r>
        <w:t>-</w:t>
      </w:r>
      <w:r w:rsidR="00A841B6">
        <w:t xml:space="preserve"> </w:t>
      </w:r>
      <w:r>
        <w:t xml:space="preserve">2013-Different </w:t>
      </w:r>
      <w:r w:rsidR="00E557CF">
        <w:t>o</w:t>
      </w:r>
      <w:r>
        <w:t>nline trainings in HSE and business conduct/</w:t>
      </w:r>
      <w:r w:rsidR="00E557CF">
        <w:t>e</w:t>
      </w:r>
      <w:r>
        <w:t>thics</w:t>
      </w:r>
    </w:p>
    <w:sectPr w:rsidR="009F3C4C" w:rsidSect="002A5DC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09" w:rsidRDefault="00D85709" w:rsidP="007D192B">
      <w:r>
        <w:separator/>
      </w:r>
    </w:p>
  </w:endnote>
  <w:endnote w:type="continuationSeparator" w:id="0">
    <w:p w:rsidR="00D85709" w:rsidRDefault="00D85709" w:rsidP="007D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2D3" w:rsidRDefault="00E732D3">
    <w:pPr>
      <w:pStyle w:val="Pieddepage"/>
    </w:pPr>
    <w:r>
      <w:t>Naima Silarbi – Finance &amp; Cost Control</w:t>
    </w:r>
    <w:r w:rsidR="00F96E90">
      <w:t xml:space="preserve">         </w:t>
    </w:r>
    <w:r w:rsidR="00F96E90">
      <w:tab/>
      <w:t xml:space="preserve">            </w:t>
    </w:r>
    <w:r w:rsidR="00F96E90">
      <w:tab/>
    </w:r>
    <w:r w:rsidR="00F96E90">
      <w:tab/>
    </w:r>
  </w:p>
  <w:p w:rsidR="009F30B1" w:rsidRDefault="009F30B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09" w:rsidRDefault="00D85709" w:rsidP="007D192B">
      <w:r>
        <w:separator/>
      </w:r>
    </w:p>
  </w:footnote>
  <w:footnote w:type="continuationSeparator" w:id="0">
    <w:p w:rsidR="00D85709" w:rsidRDefault="00D85709" w:rsidP="007D1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552FB6" w:rsidRDefault="00552FB6">
        <w:pPr>
          <w:pStyle w:val="En-tte"/>
        </w:pPr>
        <w:r>
          <w:t xml:space="preserve">Page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</w:rPr>
          <w:fldChar w:fldCharType="separate"/>
        </w:r>
        <w:r w:rsidR="00D23A99">
          <w:rPr>
            <w:b/>
            <w:bCs/>
            <w:noProof/>
          </w:rPr>
          <w:t>2</w:t>
        </w:r>
        <w:r>
          <w:rPr>
            <w:b/>
            <w:bCs/>
            <w:sz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</w:rPr>
          <w:fldChar w:fldCharType="separate"/>
        </w:r>
        <w:r w:rsidR="00D23A99">
          <w:rPr>
            <w:b/>
            <w:bCs/>
            <w:noProof/>
          </w:rPr>
          <w:t>3</w:t>
        </w:r>
        <w:r>
          <w:rPr>
            <w:b/>
            <w:bCs/>
            <w:sz w:val="24"/>
          </w:rPr>
          <w:fldChar w:fldCharType="end"/>
        </w:r>
      </w:p>
    </w:sdtContent>
  </w:sdt>
  <w:p w:rsidR="00F96E90" w:rsidRDefault="00F96E9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07C7"/>
    <w:multiLevelType w:val="hybridMultilevel"/>
    <w:tmpl w:val="FB78E5E2"/>
    <w:lvl w:ilvl="0" w:tplc="040C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05EE3344"/>
    <w:multiLevelType w:val="hybridMultilevel"/>
    <w:tmpl w:val="F2E4E02C"/>
    <w:lvl w:ilvl="0" w:tplc="040C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">
    <w:nsid w:val="08972C83"/>
    <w:multiLevelType w:val="hybridMultilevel"/>
    <w:tmpl w:val="98F46D66"/>
    <w:lvl w:ilvl="0" w:tplc="0409000B">
      <w:start w:val="1"/>
      <w:numFmt w:val="bullet"/>
      <w:lvlText w:val="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0912387F"/>
    <w:multiLevelType w:val="hybridMultilevel"/>
    <w:tmpl w:val="229C121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0B7F2ECC"/>
    <w:multiLevelType w:val="hybridMultilevel"/>
    <w:tmpl w:val="1E9806EA"/>
    <w:lvl w:ilvl="0" w:tplc="7202293A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A5202"/>
    <w:multiLevelType w:val="hybridMultilevel"/>
    <w:tmpl w:val="99281DA0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0733D84"/>
    <w:multiLevelType w:val="hybridMultilevel"/>
    <w:tmpl w:val="3F8E7610"/>
    <w:lvl w:ilvl="0" w:tplc="C05CF94A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A1602"/>
    <w:multiLevelType w:val="hybridMultilevel"/>
    <w:tmpl w:val="ED9E604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01232"/>
    <w:multiLevelType w:val="hybridMultilevel"/>
    <w:tmpl w:val="85360D18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9">
    <w:nsid w:val="28504563"/>
    <w:multiLevelType w:val="multilevel"/>
    <w:tmpl w:val="AEAED76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381"/>
        </w:tabs>
        <w:ind w:left="2381" w:hanging="396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77177C"/>
    <w:multiLevelType w:val="multilevel"/>
    <w:tmpl w:val="51D82B0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381"/>
        </w:tabs>
        <w:ind w:left="2381" w:hanging="396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3E2205"/>
    <w:multiLevelType w:val="hybridMultilevel"/>
    <w:tmpl w:val="33408F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154A8"/>
    <w:multiLevelType w:val="hybridMultilevel"/>
    <w:tmpl w:val="6A280DAA"/>
    <w:lvl w:ilvl="0" w:tplc="71BA4A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64A54"/>
    <w:multiLevelType w:val="hybridMultilevel"/>
    <w:tmpl w:val="13309BE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2B3226"/>
    <w:multiLevelType w:val="hybridMultilevel"/>
    <w:tmpl w:val="2974A71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BF73B9"/>
    <w:multiLevelType w:val="hybridMultilevel"/>
    <w:tmpl w:val="E7F421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15931"/>
    <w:multiLevelType w:val="multilevel"/>
    <w:tmpl w:val="3E8ABA8E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4C43E5"/>
    <w:multiLevelType w:val="multilevel"/>
    <w:tmpl w:val="C07C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376B7D"/>
    <w:multiLevelType w:val="hybridMultilevel"/>
    <w:tmpl w:val="95A44AC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49A87E3A"/>
    <w:multiLevelType w:val="hybridMultilevel"/>
    <w:tmpl w:val="44C23724"/>
    <w:lvl w:ilvl="0" w:tplc="ACF4927E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20">
    <w:nsid w:val="4A2358DE"/>
    <w:multiLevelType w:val="hybridMultilevel"/>
    <w:tmpl w:val="D02E0DB2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>
    <w:nsid w:val="4BDC0AAF"/>
    <w:multiLevelType w:val="hybridMultilevel"/>
    <w:tmpl w:val="3FC4CE44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47C15"/>
    <w:multiLevelType w:val="hybridMultilevel"/>
    <w:tmpl w:val="1C809B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CE61D0"/>
    <w:multiLevelType w:val="hybridMultilevel"/>
    <w:tmpl w:val="61205C92"/>
    <w:lvl w:ilvl="0" w:tplc="36BE9F80">
      <w:start w:val="2009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>
    <w:nsid w:val="53384297"/>
    <w:multiLevelType w:val="hybridMultilevel"/>
    <w:tmpl w:val="D11E26D0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95DF8"/>
    <w:multiLevelType w:val="hybridMultilevel"/>
    <w:tmpl w:val="8C10A3A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>
    <w:nsid w:val="554E504E"/>
    <w:multiLevelType w:val="hybridMultilevel"/>
    <w:tmpl w:val="20920A10"/>
    <w:lvl w:ilvl="0" w:tplc="040C000B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27">
    <w:nsid w:val="5AC507B5"/>
    <w:multiLevelType w:val="hybridMultilevel"/>
    <w:tmpl w:val="970AD952"/>
    <w:lvl w:ilvl="0" w:tplc="D9842FE4">
      <w:numFmt w:val="bullet"/>
      <w:lvlText w:val="-"/>
      <w:lvlJc w:val="left"/>
      <w:pPr>
        <w:tabs>
          <w:tab w:val="num" w:pos="690"/>
        </w:tabs>
        <w:ind w:left="690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28">
    <w:nsid w:val="5D612915"/>
    <w:multiLevelType w:val="hybridMultilevel"/>
    <w:tmpl w:val="7B28331C"/>
    <w:lvl w:ilvl="0" w:tplc="9B10603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9">
    <w:nsid w:val="5DA9692E"/>
    <w:multiLevelType w:val="hybridMultilevel"/>
    <w:tmpl w:val="D1F09A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064014"/>
    <w:multiLevelType w:val="multilevel"/>
    <w:tmpl w:val="DF9A956A"/>
    <w:lvl w:ilvl="0">
      <w:start w:val="1"/>
      <w:numFmt w:val="bullet"/>
      <w:pStyle w:val="Bulleted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ascii="Arial" w:hAnsi="Arial" w:hint="default"/>
      </w:rPr>
    </w:lvl>
    <w:lvl w:ilvl="2">
      <w:start w:val="1"/>
      <w:numFmt w:val="bullet"/>
      <w:lvlText w:val="o"/>
      <w:lvlJc w:val="left"/>
      <w:pPr>
        <w:tabs>
          <w:tab w:val="num" w:pos="1191"/>
        </w:tabs>
        <w:ind w:left="1191" w:hanging="397"/>
      </w:pPr>
      <w:rPr>
        <w:rFonts w:ascii="Courier New" w:hAnsi="Courier New" w:hint="default"/>
      </w:rPr>
    </w:lvl>
    <w:lvl w:ilvl="3">
      <w:start w:val="1"/>
      <w:numFmt w:val="bullet"/>
      <w:lvlText w:val="▪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bullet"/>
      <w:lvlText w:val="·"/>
      <w:lvlJc w:val="left"/>
      <w:pPr>
        <w:tabs>
          <w:tab w:val="num" w:pos="1985"/>
        </w:tabs>
        <w:ind w:left="1985" w:hanging="397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354936"/>
    <w:multiLevelType w:val="hybridMultilevel"/>
    <w:tmpl w:val="AF1C50D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4927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2">
    <w:nsid w:val="63D820A5"/>
    <w:multiLevelType w:val="hybridMultilevel"/>
    <w:tmpl w:val="1E62E278"/>
    <w:lvl w:ilvl="0" w:tplc="040C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3">
    <w:nsid w:val="68572DBF"/>
    <w:multiLevelType w:val="hybridMultilevel"/>
    <w:tmpl w:val="EC063D8C"/>
    <w:lvl w:ilvl="0" w:tplc="6F0826C0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2AC7EF4"/>
    <w:multiLevelType w:val="hybridMultilevel"/>
    <w:tmpl w:val="503C6B3C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5">
    <w:nsid w:val="76503C94"/>
    <w:multiLevelType w:val="hybridMultilevel"/>
    <w:tmpl w:val="95C2A69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36">
    <w:nsid w:val="76B84DA9"/>
    <w:multiLevelType w:val="hybridMultilevel"/>
    <w:tmpl w:val="1D386614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>
    <w:nsid w:val="77DF676E"/>
    <w:multiLevelType w:val="hybridMultilevel"/>
    <w:tmpl w:val="895878C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FE600A"/>
    <w:multiLevelType w:val="hybridMultilevel"/>
    <w:tmpl w:val="82A80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5642BC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7B14A6"/>
    <w:multiLevelType w:val="multilevel"/>
    <w:tmpl w:val="970AD952"/>
    <w:lvl w:ilvl="0">
      <w:numFmt w:val="bullet"/>
      <w:lvlText w:val="-"/>
      <w:lvlJc w:val="left"/>
      <w:pPr>
        <w:tabs>
          <w:tab w:val="num" w:pos="690"/>
        </w:tabs>
        <w:ind w:left="690" w:hanging="3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40">
    <w:nsid w:val="7AF722EF"/>
    <w:multiLevelType w:val="multilevel"/>
    <w:tmpl w:val="80826CA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D84C18"/>
    <w:multiLevelType w:val="hybridMultilevel"/>
    <w:tmpl w:val="DCBA78E2"/>
    <w:lvl w:ilvl="0" w:tplc="04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35"/>
  </w:num>
  <w:num w:numId="4">
    <w:abstractNumId w:val="14"/>
  </w:num>
  <w:num w:numId="5">
    <w:abstractNumId w:val="0"/>
  </w:num>
  <w:num w:numId="6">
    <w:abstractNumId w:val="32"/>
  </w:num>
  <w:num w:numId="7">
    <w:abstractNumId w:val="27"/>
  </w:num>
  <w:num w:numId="8">
    <w:abstractNumId w:val="31"/>
  </w:num>
  <w:num w:numId="9">
    <w:abstractNumId w:val="28"/>
  </w:num>
  <w:num w:numId="10">
    <w:abstractNumId w:val="39"/>
  </w:num>
  <w:num w:numId="11">
    <w:abstractNumId w:val="26"/>
  </w:num>
  <w:num w:numId="12">
    <w:abstractNumId w:val="2"/>
  </w:num>
  <w:num w:numId="13">
    <w:abstractNumId w:val="1"/>
  </w:num>
  <w:num w:numId="14">
    <w:abstractNumId w:val="19"/>
  </w:num>
  <w:num w:numId="15">
    <w:abstractNumId w:val="33"/>
  </w:num>
  <w:num w:numId="16">
    <w:abstractNumId w:val="30"/>
  </w:num>
  <w:num w:numId="17">
    <w:abstractNumId w:val="40"/>
  </w:num>
  <w:num w:numId="18">
    <w:abstractNumId w:val="9"/>
  </w:num>
  <w:num w:numId="19">
    <w:abstractNumId w:val="10"/>
  </w:num>
  <w:num w:numId="20">
    <w:abstractNumId w:val="16"/>
  </w:num>
  <w:num w:numId="21">
    <w:abstractNumId w:val="17"/>
  </w:num>
  <w:num w:numId="22">
    <w:abstractNumId w:val="5"/>
  </w:num>
  <w:num w:numId="23">
    <w:abstractNumId w:val="23"/>
  </w:num>
  <w:num w:numId="24">
    <w:abstractNumId w:val="41"/>
  </w:num>
  <w:num w:numId="25">
    <w:abstractNumId w:val="38"/>
  </w:num>
  <w:num w:numId="26">
    <w:abstractNumId w:val="8"/>
  </w:num>
  <w:num w:numId="27">
    <w:abstractNumId w:val="18"/>
  </w:num>
  <w:num w:numId="28">
    <w:abstractNumId w:val="34"/>
  </w:num>
  <w:num w:numId="29">
    <w:abstractNumId w:val="20"/>
  </w:num>
  <w:num w:numId="30">
    <w:abstractNumId w:val="36"/>
  </w:num>
  <w:num w:numId="31">
    <w:abstractNumId w:val="25"/>
  </w:num>
  <w:num w:numId="32">
    <w:abstractNumId w:val="37"/>
  </w:num>
  <w:num w:numId="33">
    <w:abstractNumId w:val="4"/>
  </w:num>
  <w:num w:numId="34">
    <w:abstractNumId w:val="6"/>
  </w:num>
  <w:num w:numId="35">
    <w:abstractNumId w:val="7"/>
  </w:num>
  <w:num w:numId="36">
    <w:abstractNumId w:val="12"/>
  </w:num>
  <w:num w:numId="37">
    <w:abstractNumId w:val="21"/>
  </w:num>
  <w:num w:numId="38">
    <w:abstractNumId w:val="24"/>
  </w:num>
  <w:num w:numId="39">
    <w:abstractNumId w:val="11"/>
  </w:num>
  <w:num w:numId="40">
    <w:abstractNumId w:val="15"/>
  </w:num>
  <w:num w:numId="41">
    <w:abstractNumId w:val="29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B7"/>
    <w:rsid w:val="0000179E"/>
    <w:rsid w:val="0000682E"/>
    <w:rsid w:val="00015959"/>
    <w:rsid w:val="00045A6F"/>
    <w:rsid w:val="00053A99"/>
    <w:rsid w:val="000615C0"/>
    <w:rsid w:val="000628EB"/>
    <w:rsid w:val="00072D65"/>
    <w:rsid w:val="00072EB0"/>
    <w:rsid w:val="00077B9B"/>
    <w:rsid w:val="0008343D"/>
    <w:rsid w:val="00083BA3"/>
    <w:rsid w:val="00094691"/>
    <w:rsid w:val="00097F96"/>
    <w:rsid w:val="000A58DA"/>
    <w:rsid w:val="000B2014"/>
    <w:rsid w:val="000D2A7F"/>
    <w:rsid w:val="000F3E89"/>
    <w:rsid w:val="00103969"/>
    <w:rsid w:val="00106C17"/>
    <w:rsid w:val="00107C67"/>
    <w:rsid w:val="001234B3"/>
    <w:rsid w:val="0012431D"/>
    <w:rsid w:val="00127C22"/>
    <w:rsid w:val="001312DA"/>
    <w:rsid w:val="001508A7"/>
    <w:rsid w:val="001565CC"/>
    <w:rsid w:val="0016425B"/>
    <w:rsid w:val="001871BF"/>
    <w:rsid w:val="001A2131"/>
    <w:rsid w:val="001A5141"/>
    <w:rsid w:val="001C1C70"/>
    <w:rsid w:val="001C2FC2"/>
    <w:rsid w:val="001E2671"/>
    <w:rsid w:val="001F269B"/>
    <w:rsid w:val="001F5DE4"/>
    <w:rsid w:val="002069F7"/>
    <w:rsid w:val="002112FA"/>
    <w:rsid w:val="00213AF8"/>
    <w:rsid w:val="00213E47"/>
    <w:rsid w:val="0022619F"/>
    <w:rsid w:val="002318F0"/>
    <w:rsid w:val="0023490F"/>
    <w:rsid w:val="002472DB"/>
    <w:rsid w:val="00247B3E"/>
    <w:rsid w:val="00255CE1"/>
    <w:rsid w:val="00266472"/>
    <w:rsid w:val="0027123E"/>
    <w:rsid w:val="00273C25"/>
    <w:rsid w:val="00283EBB"/>
    <w:rsid w:val="002951AD"/>
    <w:rsid w:val="002A5D39"/>
    <w:rsid w:val="002A5DC4"/>
    <w:rsid w:val="002D5BD3"/>
    <w:rsid w:val="002D6DC6"/>
    <w:rsid w:val="002E1CB5"/>
    <w:rsid w:val="002F3BA8"/>
    <w:rsid w:val="0030481D"/>
    <w:rsid w:val="00307980"/>
    <w:rsid w:val="00321052"/>
    <w:rsid w:val="003269FC"/>
    <w:rsid w:val="00327316"/>
    <w:rsid w:val="00333355"/>
    <w:rsid w:val="00337A79"/>
    <w:rsid w:val="00342E80"/>
    <w:rsid w:val="0034528C"/>
    <w:rsid w:val="003574A0"/>
    <w:rsid w:val="00372696"/>
    <w:rsid w:val="003730B0"/>
    <w:rsid w:val="0037501B"/>
    <w:rsid w:val="00376C7C"/>
    <w:rsid w:val="00386F58"/>
    <w:rsid w:val="00393416"/>
    <w:rsid w:val="003A2FE6"/>
    <w:rsid w:val="003B40E0"/>
    <w:rsid w:val="003B7F72"/>
    <w:rsid w:val="003C0F0F"/>
    <w:rsid w:val="003E588E"/>
    <w:rsid w:val="004010B3"/>
    <w:rsid w:val="004126A8"/>
    <w:rsid w:val="00415410"/>
    <w:rsid w:val="004315B4"/>
    <w:rsid w:val="004321FC"/>
    <w:rsid w:val="0044204B"/>
    <w:rsid w:val="00443B61"/>
    <w:rsid w:val="004449C5"/>
    <w:rsid w:val="00450D8C"/>
    <w:rsid w:val="00462041"/>
    <w:rsid w:val="00463728"/>
    <w:rsid w:val="00474F89"/>
    <w:rsid w:val="0048184C"/>
    <w:rsid w:val="004A0F39"/>
    <w:rsid w:val="004A1490"/>
    <w:rsid w:val="004A5C51"/>
    <w:rsid w:val="004B4014"/>
    <w:rsid w:val="004B537B"/>
    <w:rsid w:val="004B64FF"/>
    <w:rsid w:val="004D396C"/>
    <w:rsid w:val="004D5DD8"/>
    <w:rsid w:val="00516CE1"/>
    <w:rsid w:val="005419C1"/>
    <w:rsid w:val="005442B6"/>
    <w:rsid w:val="0054507A"/>
    <w:rsid w:val="00552FB6"/>
    <w:rsid w:val="0055529B"/>
    <w:rsid w:val="00567028"/>
    <w:rsid w:val="00572146"/>
    <w:rsid w:val="00577949"/>
    <w:rsid w:val="00577E5B"/>
    <w:rsid w:val="00587F29"/>
    <w:rsid w:val="00595235"/>
    <w:rsid w:val="005A219C"/>
    <w:rsid w:val="005A56CD"/>
    <w:rsid w:val="005A7856"/>
    <w:rsid w:val="005C3C92"/>
    <w:rsid w:val="005D28B2"/>
    <w:rsid w:val="005D3812"/>
    <w:rsid w:val="006021FB"/>
    <w:rsid w:val="006078EF"/>
    <w:rsid w:val="00617544"/>
    <w:rsid w:val="0064712C"/>
    <w:rsid w:val="00654393"/>
    <w:rsid w:val="00655A39"/>
    <w:rsid w:val="00667983"/>
    <w:rsid w:val="00673F71"/>
    <w:rsid w:val="00675A14"/>
    <w:rsid w:val="00683EF1"/>
    <w:rsid w:val="006912FE"/>
    <w:rsid w:val="006960F7"/>
    <w:rsid w:val="006A0F22"/>
    <w:rsid w:val="006A1502"/>
    <w:rsid w:val="006A3196"/>
    <w:rsid w:val="006A6511"/>
    <w:rsid w:val="006C25AC"/>
    <w:rsid w:val="006E14DE"/>
    <w:rsid w:val="006E5FDD"/>
    <w:rsid w:val="006F271D"/>
    <w:rsid w:val="007030B1"/>
    <w:rsid w:val="00721508"/>
    <w:rsid w:val="00725938"/>
    <w:rsid w:val="00726DA7"/>
    <w:rsid w:val="00733250"/>
    <w:rsid w:val="00740FF8"/>
    <w:rsid w:val="00750292"/>
    <w:rsid w:val="007666C9"/>
    <w:rsid w:val="007856BD"/>
    <w:rsid w:val="007856DB"/>
    <w:rsid w:val="00787505"/>
    <w:rsid w:val="007A0F56"/>
    <w:rsid w:val="007A1B47"/>
    <w:rsid w:val="007A6EEF"/>
    <w:rsid w:val="007A7A1D"/>
    <w:rsid w:val="007B1371"/>
    <w:rsid w:val="007B3348"/>
    <w:rsid w:val="007B3601"/>
    <w:rsid w:val="007B44A7"/>
    <w:rsid w:val="007C618E"/>
    <w:rsid w:val="007D192B"/>
    <w:rsid w:val="007E3C3B"/>
    <w:rsid w:val="007E6653"/>
    <w:rsid w:val="007E6C29"/>
    <w:rsid w:val="007F2692"/>
    <w:rsid w:val="008206A7"/>
    <w:rsid w:val="0082209B"/>
    <w:rsid w:val="00830910"/>
    <w:rsid w:val="00836F5D"/>
    <w:rsid w:val="00837E31"/>
    <w:rsid w:val="00841037"/>
    <w:rsid w:val="00844319"/>
    <w:rsid w:val="00844FF8"/>
    <w:rsid w:val="00846422"/>
    <w:rsid w:val="00865C29"/>
    <w:rsid w:val="00873CF1"/>
    <w:rsid w:val="00876B0A"/>
    <w:rsid w:val="00886283"/>
    <w:rsid w:val="00890323"/>
    <w:rsid w:val="00890F15"/>
    <w:rsid w:val="008A0C53"/>
    <w:rsid w:val="008A59E3"/>
    <w:rsid w:val="008B2127"/>
    <w:rsid w:val="008B6007"/>
    <w:rsid w:val="008C1101"/>
    <w:rsid w:val="008C29CC"/>
    <w:rsid w:val="008C634D"/>
    <w:rsid w:val="008D0CAE"/>
    <w:rsid w:val="008E3E04"/>
    <w:rsid w:val="008F597C"/>
    <w:rsid w:val="008F7D46"/>
    <w:rsid w:val="00902D79"/>
    <w:rsid w:val="00910A39"/>
    <w:rsid w:val="00912DAD"/>
    <w:rsid w:val="00925889"/>
    <w:rsid w:val="009261EF"/>
    <w:rsid w:val="009374D3"/>
    <w:rsid w:val="00945CB5"/>
    <w:rsid w:val="00946676"/>
    <w:rsid w:val="00947F5F"/>
    <w:rsid w:val="009518BF"/>
    <w:rsid w:val="0097177D"/>
    <w:rsid w:val="009873E1"/>
    <w:rsid w:val="00990A8B"/>
    <w:rsid w:val="00994A66"/>
    <w:rsid w:val="009A1005"/>
    <w:rsid w:val="009B61E1"/>
    <w:rsid w:val="009D1A2D"/>
    <w:rsid w:val="009E5376"/>
    <w:rsid w:val="009E6584"/>
    <w:rsid w:val="009F30B1"/>
    <w:rsid w:val="009F38B9"/>
    <w:rsid w:val="009F3C4C"/>
    <w:rsid w:val="00A054A5"/>
    <w:rsid w:val="00A25E61"/>
    <w:rsid w:val="00A31361"/>
    <w:rsid w:val="00A426F0"/>
    <w:rsid w:val="00A4331E"/>
    <w:rsid w:val="00A579BC"/>
    <w:rsid w:val="00A610EC"/>
    <w:rsid w:val="00A71D31"/>
    <w:rsid w:val="00A841B6"/>
    <w:rsid w:val="00A84DA9"/>
    <w:rsid w:val="00A877A8"/>
    <w:rsid w:val="00A92A17"/>
    <w:rsid w:val="00A9409D"/>
    <w:rsid w:val="00A9553E"/>
    <w:rsid w:val="00AA37A7"/>
    <w:rsid w:val="00AA624F"/>
    <w:rsid w:val="00AC24BA"/>
    <w:rsid w:val="00AC6619"/>
    <w:rsid w:val="00AC6D35"/>
    <w:rsid w:val="00AD4F02"/>
    <w:rsid w:val="00AF3ABC"/>
    <w:rsid w:val="00B00D0D"/>
    <w:rsid w:val="00B040DC"/>
    <w:rsid w:val="00B04659"/>
    <w:rsid w:val="00B07D61"/>
    <w:rsid w:val="00B2523F"/>
    <w:rsid w:val="00B25CB4"/>
    <w:rsid w:val="00B32FFF"/>
    <w:rsid w:val="00B526DE"/>
    <w:rsid w:val="00B54FD4"/>
    <w:rsid w:val="00B62247"/>
    <w:rsid w:val="00B62EE0"/>
    <w:rsid w:val="00B63849"/>
    <w:rsid w:val="00B67DC9"/>
    <w:rsid w:val="00B67E52"/>
    <w:rsid w:val="00B90512"/>
    <w:rsid w:val="00B93974"/>
    <w:rsid w:val="00BA15F5"/>
    <w:rsid w:val="00BB6C7C"/>
    <w:rsid w:val="00BC016E"/>
    <w:rsid w:val="00BC667A"/>
    <w:rsid w:val="00BC7816"/>
    <w:rsid w:val="00BE7CDE"/>
    <w:rsid w:val="00BF61B7"/>
    <w:rsid w:val="00C001D5"/>
    <w:rsid w:val="00C17471"/>
    <w:rsid w:val="00C33DFB"/>
    <w:rsid w:val="00C35538"/>
    <w:rsid w:val="00C53E42"/>
    <w:rsid w:val="00C62764"/>
    <w:rsid w:val="00C627D2"/>
    <w:rsid w:val="00C708B9"/>
    <w:rsid w:val="00C70E7C"/>
    <w:rsid w:val="00C7295F"/>
    <w:rsid w:val="00C73467"/>
    <w:rsid w:val="00C81965"/>
    <w:rsid w:val="00C8520C"/>
    <w:rsid w:val="00C86E43"/>
    <w:rsid w:val="00CA0D12"/>
    <w:rsid w:val="00CB62BE"/>
    <w:rsid w:val="00CC41FF"/>
    <w:rsid w:val="00CE2091"/>
    <w:rsid w:val="00CF488D"/>
    <w:rsid w:val="00CF5226"/>
    <w:rsid w:val="00D05C6E"/>
    <w:rsid w:val="00D0670B"/>
    <w:rsid w:val="00D130A5"/>
    <w:rsid w:val="00D15977"/>
    <w:rsid w:val="00D20136"/>
    <w:rsid w:val="00D2179B"/>
    <w:rsid w:val="00D21F86"/>
    <w:rsid w:val="00D23A99"/>
    <w:rsid w:val="00D255EF"/>
    <w:rsid w:val="00D37752"/>
    <w:rsid w:val="00D76051"/>
    <w:rsid w:val="00D8129A"/>
    <w:rsid w:val="00D849E4"/>
    <w:rsid w:val="00D85709"/>
    <w:rsid w:val="00D926C6"/>
    <w:rsid w:val="00DB3B4E"/>
    <w:rsid w:val="00DB505F"/>
    <w:rsid w:val="00DB7529"/>
    <w:rsid w:val="00DB7F0B"/>
    <w:rsid w:val="00DC59F4"/>
    <w:rsid w:val="00DC6FE8"/>
    <w:rsid w:val="00DD0B77"/>
    <w:rsid w:val="00DD378D"/>
    <w:rsid w:val="00E00ABB"/>
    <w:rsid w:val="00E2142F"/>
    <w:rsid w:val="00E27C50"/>
    <w:rsid w:val="00E33506"/>
    <w:rsid w:val="00E36FF0"/>
    <w:rsid w:val="00E3741F"/>
    <w:rsid w:val="00E376C5"/>
    <w:rsid w:val="00E41403"/>
    <w:rsid w:val="00E41650"/>
    <w:rsid w:val="00E47584"/>
    <w:rsid w:val="00E557CF"/>
    <w:rsid w:val="00E56283"/>
    <w:rsid w:val="00E613EE"/>
    <w:rsid w:val="00E6782B"/>
    <w:rsid w:val="00E732D3"/>
    <w:rsid w:val="00E74B78"/>
    <w:rsid w:val="00E97F3B"/>
    <w:rsid w:val="00EA0543"/>
    <w:rsid w:val="00EB59EE"/>
    <w:rsid w:val="00EC46A5"/>
    <w:rsid w:val="00EC539C"/>
    <w:rsid w:val="00EC5FFC"/>
    <w:rsid w:val="00ED2436"/>
    <w:rsid w:val="00ED4068"/>
    <w:rsid w:val="00ED5875"/>
    <w:rsid w:val="00EF4BCD"/>
    <w:rsid w:val="00F220DC"/>
    <w:rsid w:val="00F260C1"/>
    <w:rsid w:val="00F35EDE"/>
    <w:rsid w:val="00F4478C"/>
    <w:rsid w:val="00F4579B"/>
    <w:rsid w:val="00F52A93"/>
    <w:rsid w:val="00F60749"/>
    <w:rsid w:val="00F67253"/>
    <w:rsid w:val="00F83305"/>
    <w:rsid w:val="00F879F2"/>
    <w:rsid w:val="00F87EE1"/>
    <w:rsid w:val="00F96E90"/>
    <w:rsid w:val="00F97A1C"/>
    <w:rsid w:val="00FB2889"/>
    <w:rsid w:val="00FB2DB5"/>
    <w:rsid w:val="00FB7B8B"/>
    <w:rsid w:val="00FD3301"/>
    <w:rsid w:val="00FD41E8"/>
    <w:rsid w:val="00FE1561"/>
    <w:rsid w:val="00FE73A1"/>
    <w:rsid w:val="00FF6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918114-345B-438C-883A-44708F4E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1D5"/>
    <w:rPr>
      <w:rFonts w:ascii="Arial" w:hAnsi="Arial"/>
      <w:szCs w:val="24"/>
      <w:lang w:val="en-GB" w:eastAsia="en-GB"/>
    </w:rPr>
  </w:style>
  <w:style w:type="paragraph" w:styleId="Titre1">
    <w:name w:val="heading 1"/>
    <w:basedOn w:val="Normal"/>
    <w:next w:val="Normal"/>
    <w:link w:val="Titre1Car"/>
    <w:qFormat/>
    <w:rsid w:val="00C001D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001D5"/>
    <w:pPr>
      <w:keepNext/>
      <w:outlineLvl w:val="1"/>
    </w:pPr>
    <w:rPr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qFormat/>
    <w:rsid w:val="00C001D5"/>
    <w:pPr>
      <w:keepNext/>
      <w:outlineLvl w:val="2"/>
    </w:pPr>
    <w:rPr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n-tte">
    <w:name w:val="header"/>
    <w:basedOn w:val="Normal"/>
    <w:link w:val="En-tteCar"/>
    <w:uiPriority w:val="99"/>
    <w:rsid w:val="00C001D5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rsid w:val="007D192B"/>
    <w:rPr>
      <w:rFonts w:ascii="Arial" w:hAnsi="Arial"/>
      <w:szCs w:val="24"/>
    </w:rPr>
  </w:style>
  <w:style w:type="paragraph" w:styleId="Pieddepage">
    <w:name w:val="footer"/>
    <w:basedOn w:val="Normal"/>
    <w:link w:val="PieddepageCar"/>
    <w:uiPriority w:val="99"/>
    <w:rsid w:val="00C001D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rsid w:val="007D192B"/>
    <w:rPr>
      <w:rFonts w:ascii="Arial" w:hAnsi="Arial"/>
      <w:szCs w:val="24"/>
    </w:rPr>
  </w:style>
  <w:style w:type="character" w:customStyle="1" w:styleId="Titre1Car">
    <w:name w:val="Titre 1 Car"/>
    <w:link w:val="Titre1"/>
    <w:rsid w:val="00E376C5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E376C5"/>
    <w:rPr>
      <w:rFonts w:ascii="Arial" w:hAnsi="Arial" w:cs="Arial"/>
      <w:b/>
      <w:bCs/>
      <w:iCs/>
      <w:szCs w:val="28"/>
    </w:rPr>
  </w:style>
  <w:style w:type="character" w:customStyle="1" w:styleId="Titre3Car">
    <w:name w:val="Titre 3 Car"/>
    <w:link w:val="Titre3"/>
    <w:rsid w:val="00E376C5"/>
    <w:rPr>
      <w:rFonts w:ascii="Arial" w:hAnsi="Arial" w:cs="Arial"/>
      <w:b/>
      <w:bCs/>
      <w:szCs w:val="26"/>
    </w:rPr>
  </w:style>
  <w:style w:type="paragraph" w:customStyle="1" w:styleId="StyleRight">
    <w:name w:val="Style Right"/>
    <w:basedOn w:val="Normal"/>
    <w:rsid w:val="00C001D5"/>
    <w:pPr>
      <w:jc w:val="right"/>
    </w:pPr>
    <w:rPr>
      <w:b/>
      <w:szCs w:val="20"/>
    </w:rPr>
  </w:style>
  <w:style w:type="character" w:styleId="Numrodepage">
    <w:name w:val="page number"/>
    <w:rsid w:val="00C001D5"/>
    <w:rPr>
      <w:rFonts w:ascii="Arial" w:hAnsi="Arial"/>
      <w:sz w:val="24"/>
    </w:rPr>
  </w:style>
  <w:style w:type="paragraph" w:customStyle="1" w:styleId="Bulleted">
    <w:name w:val="Bulleted"/>
    <w:basedOn w:val="Normal"/>
    <w:rsid w:val="00C001D5"/>
    <w:pPr>
      <w:numPr>
        <w:numId w:val="16"/>
      </w:numPr>
    </w:pPr>
  </w:style>
  <w:style w:type="paragraph" w:customStyle="1" w:styleId="SectionTitle">
    <w:name w:val="Section Title"/>
    <w:basedOn w:val="Normal"/>
    <w:next w:val="Normal"/>
    <w:autoRedefine/>
    <w:rsid w:val="007B3348"/>
    <w:pPr>
      <w:spacing w:before="220" w:line="220" w:lineRule="atLeast"/>
      <w:jc w:val="both"/>
    </w:pPr>
    <w:rPr>
      <w:b/>
      <w:spacing w:val="-10"/>
      <w:sz w:val="22"/>
      <w:szCs w:val="22"/>
      <w:u w:val="single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55"/>
    <w:rPr>
      <w:rFonts w:ascii="Tahoma" w:hAnsi="Tahoma" w:cs="Tahoma"/>
      <w:sz w:val="16"/>
      <w:szCs w:val="16"/>
      <w:lang w:val="en-GB" w:eastAsia="en-GB"/>
    </w:rPr>
  </w:style>
  <w:style w:type="paragraph" w:styleId="Paragraphedeliste">
    <w:name w:val="List Paragraph"/>
    <w:basedOn w:val="Normal"/>
    <w:uiPriority w:val="34"/>
    <w:qFormat/>
    <w:rsid w:val="00C73467"/>
    <w:pPr>
      <w:ind w:left="720"/>
      <w:contextualSpacing/>
    </w:pPr>
  </w:style>
  <w:style w:type="character" w:styleId="Rfrenceple">
    <w:name w:val="Subtle Reference"/>
    <w:basedOn w:val="Policepardfaut"/>
    <w:uiPriority w:val="31"/>
    <w:qFormat/>
    <w:rsid w:val="002472DB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2472DB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2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61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ima.silarbi@Hot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ima.silarbi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BG%20Templates\BG%20Blank%20Docu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766FD-8F79-4CFF-A8BB-BFE765C9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BG Blank Document</Template>
  <TotalTime>16</TotalTime>
  <Pages>3</Pages>
  <Words>1100</Words>
  <Characters>6052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Adresses :                                  Lotissement El Bina Bois des</vt:lpstr>
      <vt:lpstr>Adresses :                                  Lotissement El Bina Bois des</vt:lpstr>
    </vt:vector>
  </TitlesOfParts>
  <Company>TOTAL</Company>
  <LinksUpToDate>false</LinksUpToDate>
  <CharactersWithSpaces>7138</CharactersWithSpaces>
  <SharedDoc>false</SharedDoc>
  <HLinks>
    <vt:vector size="6" baseType="variant">
      <vt:variant>
        <vt:i4>2031720</vt:i4>
      </vt:variant>
      <vt:variant>
        <vt:i4>0</vt:i4>
      </vt:variant>
      <vt:variant>
        <vt:i4>0</vt:i4>
      </vt:variant>
      <vt:variant>
        <vt:i4>5</vt:i4>
      </vt:variant>
      <vt:variant>
        <vt:lpwstr>mailto:Naima.silarbi@Hotmail.com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Adresses :                                  Lotissement El Bina Bois des</dc:title>
  <dc:creator>wassila</dc:creator>
  <cp:lastModifiedBy>Compte Microsoft</cp:lastModifiedBy>
  <cp:revision>7</cp:revision>
  <cp:lastPrinted>2023-02-01T07:31:00Z</cp:lastPrinted>
  <dcterms:created xsi:type="dcterms:W3CDTF">2023-02-01T07:31:00Z</dcterms:created>
  <dcterms:modified xsi:type="dcterms:W3CDTF">2023-03-16T16:15:00Z</dcterms:modified>
</cp:coreProperties>
</file>